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32"/>
          <w:szCs w:val="32"/>
        </w:rPr>
      </w:pPr>
      <w:bookmarkStart w:id="0" w:name="_GoBack"/>
      <w:r>
        <w:rPr>
          <w:rFonts w:eastAsia="黑体"/>
          <w:sz w:val="32"/>
          <w:szCs w:val="32"/>
        </w:rPr>
        <w:t>附件2</w:t>
      </w:r>
    </w:p>
    <w:p>
      <w:pPr>
        <w:spacing w:line="240" w:lineRule="exact"/>
      </w:pPr>
    </w:p>
    <w:tbl>
      <w:tblPr>
        <w:tblStyle w:val="20"/>
        <w:tblW w:w="4725" w:type="dxa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41"/>
        <w:gridCol w:w="441"/>
        <w:gridCol w:w="441"/>
        <w:gridCol w:w="441"/>
        <w:gridCol w:w="441"/>
        <w:gridCol w:w="134"/>
        <w:gridCol w:w="601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0" w:hRule="atLeast"/>
        </w:trPr>
        <w:tc>
          <w:tcPr>
            <w:tcW w:w="441" w:type="dxa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</w:t>
            </w:r>
          </w:p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号</w:t>
            </w:r>
          </w:p>
        </w:tc>
        <w:tc>
          <w:tcPr>
            <w:tcW w:w="441" w:type="dxa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134" w:type="dxa"/>
            <w:tcBorders>
              <w:top w:val="nil"/>
            </w:tcBorders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601" w:type="dxa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785" w:type="dxa"/>
            <w:vAlign w:val="center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5"/>
        <w:spacing w:line="700" w:lineRule="exact"/>
        <w:jc w:val="center"/>
        <w:rPr>
          <w:rFonts w:hint="eastAsia" w:ascii="黑体" w:eastAsia="黑体"/>
          <w:b/>
          <w:bCs/>
          <w:sz w:val="48"/>
        </w:rPr>
      </w:pPr>
      <w:r>
        <w:rPr>
          <w:rFonts w:hint="eastAsia" w:ascii="黑体" w:eastAsia="黑体"/>
          <w:b/>
          <w:bCs/>
          <w:sz w:val="48"/>
        </w:rPr>
        <w:t>景德镇市社会科学优秀成果奖</w:t>
      </w:r>
    </w:p>
    <w:p>
      <w:pPr>
        <w:spacing w:line="700" w:lineRule="exact"/>
        <w:jc w:val="center"/>
        <w:rPr>
          <w:rFonts w:hint="eastAsia" w:ascii="黑体" w:eastAsia="黑体"/>
          <w:b/>
          <w:spacing w:val="34"/>
          <w:sz w:val="48"/>
        </w:rPr>
      </w:pPr>
      <w:r>
        <w:rPr>
          <w:rFonts w:hint="eastAsia" w:ascii="黑体" w:eastAsia="黑体"/>
          <w:b/>
          <w:spacing w:val="34"/>
          <w:sz w:val="48"/>
        </w:rPr>
        <w:t>申报评审表</w:t>
      </w:r>
    </w:p>
    <w:p>
      <w:pPr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rPr>
          <w:rFonts w:hint="eastAsia"/>
        </w:rPr>
      </w:pPr>
    </w:p>
    <w:p>
      <w:pPr>
        <w:spacing w:line="900" w:lineRule="exact"/>
        <w:ind w:firstLine="1280" w:firstLineChars="400"/>
        <w:rPr>
          <w:rFonts w:hint="eastAsia"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成果名称</w:t>
      </w:r>
      <w:r>
        <w:rPr>
          <w:rFonts w:hint="eastAsia" w:ascii="黑体" w:eastAsia="黑体"/>
          <w:sz w:val="32"/>
          <w:u w:val="single"/>
        </w:rPr>
        <w:t xml:space="preserve">  　　　　　　　　　　           </w:t>
      </w:r>
    </w:p>
    <w:p>
      <w:pPr>
        <w:spacing w:line="900" w:lineRule="exact"/>
        <w:ind w:firstLine="1280" w:firstLineChars="40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申报学科</w:t>
      </w:r>
      <w:r>
        <w:rPr>
          <w:rFonts w:hint="eastAsia" w:ascii="黑体" w:eastAsia="黑体"/>
          <w:sz w:val="32"/>
          <w:u w:val="single"/>
        </w:rPr>
        <w:t xml:space="preserve">        　　　　                 </w:t>
      </w:r>
    </w:p>
    <w:p>
      <w:pPr>
        <w:spacing w:line="900" w:lineRule="exact"/>
        <w:ind w:firstLine="1280" w:firstLineChars="40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申 报 人</w:t>
      </w:r>
      <w:r>
        <w:rPr>
          <w:rFonts w:hint="eastAsia" w:ascii="黑体" w:eastAsia="黑体"/>
          <w:sz w:val="32"/>
          <w:u w:val="single"/>
        </w:rPr>
        <w:t xml:space="preserve">        　　　　                 </w:t>
      </w:r>
    </w:p>
    <w:p>
      <w:pPr>
        <w:spacing w:line="900" w:lineRule="exact"/>
        <w:ind w:firstLine="1280" w:firstLineChars="40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工作单位</w:t>
      </w:r>
      <w:r>
        <w:rPr>
          <w:rFonts w:hint="eastAsia" w:ascii="黑体" w:eastAsia="黑体"/>
          <w:sz w:val="32"/>
          <w:u w:val="single"/>
        </w:rPr>
        <w:t xml:space="preserve">       　　　　　                </w:t>
      </w:r>
    </w:p>
    <w:p>
      <w:pPr>
        <w:spacing w:line="900" w:lineRule="exact"/>
        <w:ind w:firstLine="1280" w:firstLineChars="40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填表日期</w:t>
      </w:r>
      <w:r>
        <w:rPr>
          <w:rFonts w:hint="eastAsia" w:ascii="黑体" w:eastAsia="黑体"/>
          <w:sz w:val="32"/>
          <w:u w:val="single"/>
        </w:rPr>
        <w:t xml:space="preserve">    　　　　　　　　             </w:t>
      </w:r>
    </w:p>
    <w:p>
      <w:pPr>
        <w:ind w:firstLine="1365"/>
        <w:rPr>
          <w:rFonts w:hint="eastAsia" w:ascii="宋体"/>
          <w:sz w:val="24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hint="eastAsia" w:ascii="新宋体-18030" w:eastAsia="新宋体-18030" w:cs="新宋体-18030"/>
          <w:bCs/>
          <w:sz w:val="32"/>
        </w:rPr>
      </w:pPr>
      <w:r>
        <w:rPr>
          <w:rFonts w:hint="eastAsia" w:ascii="新宋体-18030" w:eastAsia="新宋体-18030" w:cs="新宋体-18030"/>
          <w:bCs/>
          <w:sz w:val="32"/>
        </w:rPr>
        <w:t>景德镇市人民政府印制</w:t>
      </w:r>
    </w:p>
    <w:p>
      <w:pPr>
        <w:spacing w:line="600" w:lineRule="exact"/>
        <w:jc w:val="center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>填 表 说 明</w:t>
      </w:r>
    </w:p>
    <w:p>
      <w:pPr>
        <w:spacing w:line="600" w:lineRule="exact"/>
        <w:jc w:val="center"/>
        <w:rPr>
          <w:rFonts w:hint="eastAsia" w:ascii="楷体_GB2312" w:eastAsia="楷体_GB2312"/>
          <w:b/>
          <w:sz w:val="44"/>
          <w:szCs w:val="44"/>
        </w:rPr>
      </w:pPr>
    </w:p>
    <w:p>
      <w:pPr>
        <w:pStyle w:val="9"/>
        <w:spacing w:after="0" w:line="700" w:lineRule="exact"/>
        <w:ind w:left="0" w:leftChars="0" w:firstLine="600" w:firstLineChars="200"/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一、表内栏目按有关规定用中文认真如实填写，</w:t>
      </w:r>
      <w:r>
        <w:rPr>
          <w:rFonts w:hint="eastAsia" w:ascii="仿宋_GB2312" w:eastAsia="仿宋_GB2312"/>
          <w:bCs/>
          <w:sz w:val="30"/>
          <w:szCs w:val="30"/>
        </w:rPr>
        <w:t>一律用A4纸制成表格</w:t>
      </w:r>
      <w:r>
        <w:rPr>
          <w:rFonts w:hint="eastAsia" w:ascii="仿宋_GB2312" w:eastAsia="仿宋_GB2312"/>
          <w:sz w:val="30"/>
          <w:szCs w:val="30"/>
        </w:rPr>
        <w:t>。表格可到景德镇市社科网（http://jdzskl.jdzol.net）下载。</w:t>
      </w:r>
    </w:p>
    <w:p>
      <w:pPr>
        <w:spacing w:line="700" w:lineRule="exact"/>
        <w:ind w:firstLine="600" w:firstLineChars="200"/>
        <w:jc w:val="left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二、封面上方“编号”申报人不填写。</w:t>
      </w:r>
    </w:p>
    <w:p>
      <w:pPr>
        <w:spacing w:line="700" w:lineRule="exact"/>
        <w:ind w:firstLine="600" w:firstLineChars="200"/>
        <w:jc w:val="left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三、封面的“成果形式”按（一）著作类；（二）论文类；（三）应用对策研究类；（四）科普、译著、古籍整理、工具书类分类填写。</w:t>
      </w:r>
    </w:p>
    <w:p>
      <w:pPr>
        <w:spacing w:line="700" w:lineRule="exact"/>
        <w:ind w:firstLine="600" w:firstLineChars="200"/>
        <w:jc w:val="left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四、本表只申报一项成果，可复印使用。</w:t>
      </w:r>
    </w:p>
    <w:p>
      <w:pPr>
        <w:spacing w:line="700" w:lineRule="exact"/>
        <w:ind w:firstLine="600" w:firstLineChars="200"/>
        <w:jc w:val="left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五、申报景德镇市第五次社会科学优秀成果奖所提供的成果发表时间为2014年1月1日至2015年12月31日。</w:t>
      </w:r>
    </w:p>
    <w:p>
      <w:pPr>
        <w:spacing w:line="80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48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300" w:lineRule="exact"/>
        <w:rPr>
          <w:rFonts w:hint="eastAsia" w:ascii="仿宋_GB2312" w:eastAsia="仿宋_GB2312"/>
          <w:bCs/>
          <w:sz w:val="28"/>
          <w:szCs w:val="28"/>
        </w:rPr>
      </w:pPr>
    </w:p>
    <w:tbl>
      <w:tblPr>
        <w:tblStyle w:val="20"/>
        <w:tblW w:w="93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"/>
        <w:gridCol w:w="1464"/>
        <w:gridCol w:w="106"/>
        <w:gridCol w:w="661"/>
        <w:gridCol w:w="62"/>
        <w:gridCol w:w="726"/>
        <w:gridCol w:w="145"/>
        <w:gridCol w:w="568"/>
        <w:gridCol w:w="128"/>
        <w:gridCol w:w="609"/>
        <w:gridCol w:w="128"/>
        <w:gridCol w:w="122"/>
        <w:gridCol w:w="486"/>
        <w:gridCol w:w="128"/>
        <w:gridCol w:w="121"/>
        <w:gridCol w:w="615"/>
        <w:gridCol w:w="714"/>
        <w:gridCol w:w="127"/>
        <w:gridCol w:w="399"/>
        <w:gridCol w:w="420"/>
        <w:gridCol w:w="127"/>
        <w:gridCol w:w="737"/>
        <w:gridCol w:w="125"/>
        <w:gridCol w:w="412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9329" w:type="dxa"/>
            <w:gridSpan w:val="24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sz w:val="28"/>
              </w:rPr>
            </w:pPr>
            <w:r>
              <w:rPr>
                <w:rFonts w:hint="eastAsia" w:ascii="楷体_GB2312" w:eastAsia="楷体_GB2312"/>
                <w:bCs/>
                <w:sz w:val="28"/>
              </w:rPr>
              <w:br w:type="page"/>
            </w:r>
            <w:r>
              <w:rPr>
                <w:rFonts w:hint="eastAsia" w:ascii="黑体" w:eastAsia="黑体"/>
                <w:b/>
                <w:sz w:val="28"/>
              </w:rPr>
              <w:t>申 报 人 基 本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　名</w:t>
            </w:r>
          </w:p>
        </w:tc>
        <w:tc>
          <w:tcPr>
            <w:tcW w:w="1594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性别</w:t>
            </w:r>
          </w:p>
        </w:tc>
        <w:tc>
          <w:tcPr>
            <w:tcW w:w="737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736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年月</w:t>
            </w:r>
          </w:p>
        </w:tc>
        <w:tc>
          <w:tcPr>
            <w:tcW w:w="1578" w:type="dxa"/>
            <w:gridSpan w:val="4"/>
            <w:vMerge w:val="restart"/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</w:t>
            </w:r>
          </w:p>
        </w:tc>
        <w:tc>
          <w:tcPr>
            <w:tcW w:w="1821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1594" w:type="dxa"/>
            <w:gridSpan w:val="4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737" w:type="dxa"/>
            <w:gridSpan w:val="2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736" w:type="dxa"/>
            <w:gridSpan w:val="3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1578" w:type="dxa"/>
            <w:gridSpan w:val="4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职称</w:t>
            </w:r>
          </w:p>
        </w:tc>
        <w:tc>
          <w:tcPr>
            <w:tcW w:w="1821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及地址</w:t>
            </w:r>
          </w:p>
        </w:tc>
        <w:tc>
          <w:tcPr>
            <w:tcW w:w="5213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5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邮编</w:t>
            </w:r>
          </w:p>
        </w:tc>
        <w:tc>
          <w:tcPr>
            <w:tcW w:w="182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6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办</w:t>
            </w:r>
          </w:p>
        </w:tc>
        <w:tc>
          <w:tcPr>
            <w:tcW w:w="150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7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宅</w:t>
            </w:r>
          </w:p>
        </w:tc>
        <w:tc>
          <w:tcPr>
            <w:tcW w:w="2314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5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182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成果名称</w:t>
            </w:r>
          </w:p>
        </w:tc>
        <w:tc>
          <w:tcPr>
            <w:tcW w:w="7560" w:type="dxa"/>
            <w:gridSpan w:val="21"/>
            <w:vAlign w:val="center"/>
          </w:tcPr>
          <w:p>
            <w:pPr>
              <w:spacing w:line="360" w:lineRule="exact"/>
              <w:rPr>
                <w:rFonts w:hint="eastAsia" w:ascii="华文新魏" w:eastAsia="华文新魏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成果形式</w:t>
            </w:r>
          </w:p>
          <w:p>
            <w:pPr>
              <w:spacing w:line="360" w:lineRule="exact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（在相应栏目打√）</w:t>
            </w:r>
          </w:p>
        </w:tc>
        <w:tc>
          <w:tcPr>
            <w:tcW w:w="216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kern w:val="0"/>
                <w:sz w:val="24"/>
              </w:rPr>
              <w:t>著作</w:t>
            </w:r>
          </w:p>
        </w:tc>
        <w:tc>
          <w:tcPr>
            <w:tcW w:w="3051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kern w:val="0"/>
                <w:sz w:val="24"/>
              </w:rPr>
            </w:pPr>
            <w:r>
              <w:rPr>
                <w:rFonts w:hint="eastAsia" w:ascii="宋体"/>
                <w:kern w:val="0"/>
                <w:sz w:val="24"/>
              </w:rPr>
              <w:t>应用对策研究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论文</w:t>
            </w:r>
          </w:p>
        </w:tc>
        <w:tc>
          <w:tcPr>
            <w:tcW w:w="140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  <w:r>
              <w:rPr>
                <w:rFonts w:hint="eastAsia" w:ascii="宋体"/>
                <w:sz w:val="24"/>
              </w:rPr>
              <w:t>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216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3051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94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1401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6159" w:type="dxa"/>
            <w:gridSpan w:val="17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kern w:val="0"/>
                <w:sz w:val="24"/>
              </w:rPr>
              <w:t>科普、译著、古籍整理、工具书</w:t>
            </w:r>
          </w:p>
        </w:tc>
        <w:tc>
          <w:tcPr>
            <w:tcW w:w="1401" w:type="dxa"/>
            <w:gridSpan w:val="4"/>
            <w:vMerge w:val="continue"/>
            <w:vAlign w:val="center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6159" w:type="dxa"/>
            <w:gridSpan w:val="17"/>
            <w:vAlign w:val="center"/>
          </w:tcPr>
          <w:p>
            <w:pPr>
              <w:spacing w:line="360" w:lineRule="exact"/>
              <w:rPr>
                <w:rFonts w:hint="eastAsia" w:ascii="宋体"/>
                <w:spacing w:val="63"/>
                <w:kern w:val="0"/>
                <w:sz w:val="24"/>
              </w:rPr>
            </w:pPr>
          </w:p>
        </w:tc>
        <w:tc>
          <w:tcPr>
            <w:tcW w:w="1401" w:type="dxa"/>
            <w:gridSpan w:val="4"/>
            <w:vMerge w:val="continue"/>
            <w:vAlign w:val="center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申报学科（在相应栏目打</w:t>
            </w:r>
            <w:r>
              <w:rPr>
                <w:rFonts w:hint="eastAsia" w:ascii="宋体"/>
                <w:w w:val="90"/>
                <w:sz w:val="24"/>
              </w:rPr>
              <w:t>√</w:t>
            </w:r>
            <w:r>
              <w:rPr>
                <w:rFonts w:hint="eastAsia" w:ascii="宋体"/>
                <w:sz w:val="24"/>
              </w:rPr>
              <w:t>）</w:t>
            </w:r>
          </w:p>
        </w:tc>
        <w:tc>
          <w:tcPr>
            <w:tcW w:w="7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马列党史党建政治</w:t>
            </w:r>
          </w:p>
        </w:tc>
        <w:tc>
          <w:tcPr>
            <w:tcW w:w="7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哲学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w w:val="90"/>
                <w:sz w:val="18"/>
                <w:szCs w:val="18"/>
              </w:rPr>
            </w:pPr>
            <w:r>
              <w:rPr>
                <w:rFonts w:hint="eastAsia" w:ascii="宋体"/>
                <w:w w:val="90"/>
                <w:sz w:val="18"/>
                <w:szCs w:val="18"/>
              </w:rPr>
              <w:t>经济学</w:t>
            </w:r>
          </w:p>
        </w:tc>
        <w:tc>
          <w:tcPr>
            <w:tcW w:w="7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法学</w:t>
            </w:r>
          </w:p>
        </w:tc>
        <w:tc>
          <w:tcPr>
            <w:tcW w:w="7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w w:val="90"/>
                <w:sz w:val="18"/>
                <w:szCs w:val="18"/>
              </w:rPr>
              <w:t>社会学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pacing w:val="-20"/>
                <w:sz w:val="18"/>
                <w:szCs w:val="18"/>
              </w:rPr>
            </w:pPr>
            <w:r>
              <w:rPr>
                <w:rFonts w:hint="eastAsia" w:ascii="宋体"/>
                <w:spacing w:val="-20"/>
                <w:sz w:val="18"/>
                <w:szCs w:val="18"/>
              </w:rPr>
              <w:t>历史学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教育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心理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体育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语言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文学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艺术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pacing w:val="-20"/>
                <w:w w:val="90"/>
                <w:sz w:val="18"/>
                <w:szCs w:val="18"/>
              </w:rPr>
            </w:pPr>
            <w:r>
              <w:rPr>
                <w:rFonts w:hint="eastAsia" w:ascii="宋体"/>
                <w:spacing w:val="-20"/>
                <w:w w:val="90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53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应用对策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</w:pPr>
          </w:p>
        </w:tc>
        <w:tc>
          <w:tcPr>
            <w:tcW w:w="7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w w:val="9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w w:val="9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4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pacing w:val="-18"/>
                <w:sz w:val="24"/>
              </w:rPr>
            </w:pPr>
            <w:r>
              <w:rPr>
                <w:rFonts w:hint="eastAsia" w:ascii="宋体"/>
                <w:spacing w:val="-18"/>
                <w:sz w:val="24"/>
              </w:rPr>
              <w:t>成果出版单位或刊物名称</w:t>
            </w:r>
          </w:p>
        </w:tc>
        <w:tc>
          <w:tcPr>
            <w:tcW w:w="363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  <w:tc>
          <w:tcPr>
            <w:tcW w:w="157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pacing w:val="-20"/>
                <w:sz w:val="24"/>
              </w:rPr>
            </w:pPr>
            <w:r>
              <w:rPr>
                <w:rFonts w:hint="eastAsia" w:ascii="宋体"/>
                <w:spacing w:val="-20"/>
                <w:sz w:val="24"/>
              </w:rPr>
              <w:t>发表、出版年月</w:t>
            </w:r>
            <w:r>
              <w:rPr>
                <w:rFonts w:hint="eastAsia" w:ascii="宋体"/>
                <w:spacing w:val="-10"/>
                <w:sz w:val="24"/>
              </w:rPr>
              <w:t>和期数</w:t>
            </w:r>
          </w:p>
        </w:tc>
        <w:tc>
          <w:tcPr>
            <w:tcW w:w="234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华文新魏" w:eastAsia="华文新魏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刊载成果的书、刊号</w:t>
            </w:r>
          </w:p>
        </w:tc>
        <w:tc>
          <w:tcPr>
            <w:tcW w:w="7560" w:type="dxa"/>
            <w:gridSpan w:val="21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成果获奖</w:t>
            </w:r>
          </w:p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　　况</w:t>
            </w:r>
          </w:p>
        </w:tc>
        <w:tc>
          <w:tcPr>
            <w:tcW w:w="289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奖励名称</w:t>
            </w:r>
          </w:p>
        </w:tc>
        <w:tc>
          <w:tcPr>
            <w:tcW w:w="231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授奖单位</w:t>
            </w:r>
          </w:p>
        </w:tc>
        <w:tc>
          <w:tcPr>
            <w:tcW w:w="5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获奖等级</w:t>
            </w:r>
          </w:p>
        </w:tc>
        <w:tc>
          <w:tcPr>
            <w:tcW w:w="18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89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89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17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89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9329" w:type="dxa"/>
            <w:gridSpan w:val="24"/>
            <w:vAlign w:val="center"/>
          </w:tcPr>
          <w:p>
            <w:pPr>
              <w:tabs>
                <w:tab w:val="left" w:pos="1411"/>
              </w:tabs>
              <w:spacing w:line="400" w:lineRule="exact"/>
              <w:jc w:val="center"/>
              <w:rPr>
                <w:rFonts w:hint="eastAsia" w:ascii="宋体"/>
                <w:b/>
                <w:sz w:val="28"/>
                <w:szCs w:val="28"/>
              </w:rPr>
            </w:pPr>
            <w:r>
              <w:rPr>
                <w:rFonts w:hint="eastAsia" w:ascii="黑体" w:hAnsi="黑体"/>
                <w:b/>
                <w:sz w:val="28"/>
                <w:szCs w:val="28"/>
              </w:rPr>
              <w:t>成果内容提要及</w:t>
            </w:r>
            <w:r>
              <w:rPr>
                <w:rFonts w:hint="eastAsia" w:ascii="宋体"/>
                <w:b/>
                <w:sz w:val="28"/>
                <w:szCs w:val="28"/>
              </w:rPr>
              <w:t>申请评奖理由</w:t>
            </w:r>
          </w:p>
          <w:p>
            <w:pPr>
              <w:spacing w:line="400" w:lineRule="exact"/>
              <w:rPr>
                <w:rFonts w:hint="eastAsia" w:ascii="楷体_GB2312" w:eastAsia="楷体_GB2312"/>
              </w:rPr>
            </w:pPr>
            <w:r>
              <w:rPr>
                <w:rFonts w:hint="eastAsia" w:eastAsia="黑体"/>
              </w:rPr>
              <w:t>要求提示：</w:t>
            </w:r>
            <w:r>
              <w:rPr>
                <w:rFonts w:hint="eastAsia" w:eastAsia="楷体_GB2312"/>
              </w:rPr>
              <w:t>成果主要观点，创新之处、理论价值和社会价值。（若内容填写不下，可另附纸）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67" w:hRule="atLeast"/>
          <w:jc w:val="center"/>
        </w:trPr>
        <w:tc>
          <w:tcPr>
            <w:tcW w:w="9329" w:type="dxa"/>
            <w:gridSpan w:val="24"/>
            <w:vAlign w:val="center"/>
          </w:tcPr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5" w:type="dxa"/>
            <w:gridSpan w:val="25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>
              <w:rPr>
                <w:rFonts w:hint="eastAsia"/>
                <w:b/>
                <w:sz w:val="28"/>
                <w:szCs w:val="28"/>
              </w:rPr>
              <w:t>成果社会反响材料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黑体" w:eastAsia="黑体"/>
              </w:rPr>
              <w:t>要求提示</w:t>
            </w:r>
            <w:r>
              <w:rPr>
                <w:rFonts w:hint="eastAsia" w:ascii="仿宋_GB2312" w:eastAsia="仿宋_GB2312"/>
                <w:spacing w:val="-20"/>
                <w:w w:val="90"/>
              </w:rPr>
              <w:t>：</w:t>
            </w:r>
            <w:r>
              <w:rPr>
                <w:rFonts w:hint="eastAsia" w:ascii="楷体_GB2312" w:eastAsia="楷体_GB2312"/>
                <w:szCs w:val="21"/>
              </w:rPr>
              <w:t>成果被报刊转载、引用、介绍、评述及采纳推广等情况，采纳需附采用单位证明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5" w:type="dxa"/>
            <w:gridSpan w:val="25"/>
          </w:tcPr>
          <w:p>
            <w:pPr>
              <w:spacing w:line="400" w:lineRule="exact"/>
              <w:rPr>
                <w:rFonts w:hint="eastAsia" w:ascii="楷体_GB2312" w:eastAsia="楷体_GB2312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52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ind w:firstLine="420"/>
              <w:rPr>
                <w:rFonts w:hint="eastAsia" w:ascii="宋体"/>
              </w:rPr>
            </w:pPr>
          </w:p>
          <w:p>
            <w:pPr>
              <w:spacing w:line="400" w:lineRule="exact"/>
              <w:rPr>
                <w:rFonts w:hint="eastAsia" w:ascii="宋体"/>
              </w:rPr>
            </w:pPr>
          </w:p>
          <w:p>
            <w:pPr>
              <w:spacing w:line="400" w:lineRule="exact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99" w:type="dxa"/>
          <w:wAfter w:w="428" w:type="dxa"/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400" w:lineRule="exact"/>
              <w:rPr>
                <w:rFonts w:hint="eastAsia" w:ascii="宋体"/>
              </w:rPr>
            </w:pPr>
            <w:r>
              <w:rPr>
                <w:rFonts w:hint="eastAsia" w:ascii="宋体"/>
                <w:sz w:val="24"/>
              </w:rPr>
              <w:t>县（市、区）社联、市属学会或高校、市直单位资格审查意见</w:t>
            </w:r>
          </w:p>
        </w:tc>
        <w:tc>
          <w:tcPr>
            <w:tcW w:w="3255" w:type="dxa"/>
            <w:gridSpan w:val="10"/>
          </w:tcPr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left="1447" w:leftChars="689" w:firstLine="2751" w:firstLineChars="1310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</w:rPr>
              <w:t>　　</w:t>
            </w:r>
            <w:r>
              <w:rPr>
                <w:rFonts w:hint="eastAsia" w:ascii="宋体"/>
                <w:sz w:val="28"/>
              </w:rPr>
              <w:t>盖  章</w:t>
            </w:r>
          </w:p>
          <w:p>
            <w:pPr>
              <w:spacing w:line="400" w:lineRule="exact"/>
              <w:ind w:left="1890" w:leftChars="900" w:firstLine="3080" w:firstLineChars="1100"/>
              <w:rPr>
                <w:rFonts w:hint="eastAsia" w:ascii="宋体"/>
                <w:sz w:val="28"/>
              </w:rPr>
            </w:pPr>
          </w:p>
          <w:p>
            <w:pPr>
              <w:spacing w:afterLines="50" w:line="400" w:lineRule="exact"/>
              <w:ind w:firstLine="1643" w:firstLineChars="587"/>
              <w:rPr>
                <w:rFonts w:hint="eastAsia" w:ascii="宋体"/>
              </w:rPr>
            </w:pPr>
            <w:r>
              <w:rPr>
                <w:rFonts w:hint="eastAsia" w:ascii="宋体"/>
                <w:sz w:val="28"/>
              </w:rPr>
              <w:t xml:space="preserve"> 月    日</w:t>
            </w:r>
          </w:p>
        </w:tc>
        <w:tc>
          <w:tcPr>
            <w:tcW w:w="73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市社联学术室复审意见</w:t>
            </w:r>
          </w:p>
        </w:tc>
        <w:tc>
          <w:tcPr>
            <w:tcW w:w="3264" w:type="dxa"/>
            <w:gridSpan w:val="8"/>
          </w:tcPr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ind w:left="1447" w:leftChars="689" w:firstLine="2751" w:firstLineChars="1310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</w:rPr>
              <w:t>　　</w:t>
            </w:r>
            <w:r>
              <w:rPr>
                <w:rFonts w:hint="eastAsia" w:ascii="宋体"/>
                <w:sz w:val="28"/>
              </w:rPr>
              <w:t>盖  章</w:t>
            </w:r>
          </w:p>
          <w:p>
            <w:pPr>
              <w:spacing w:line="400" w:lineRule="exact"/>
              <w:ind w:left="1890" w:leftChars="900" w:firstLine="3080" w:firstLineChars="1100"/>
              <w:rPr>
                <w:rFonts w:hint="eastAsia" w:ascii="宋体"/>
                <w:sz w:val="28"/>
              </w:rPr>
            </w:pPr>
          </w:p>
          <w:p>
            <w:pPr>
              <w:spacing w:afterLines="50" w:line="400" w:lineRule="exact"/>
              <w:ind w:firstLine="1201" w:firstLineChars="429"/>
              <w:rPr>
                <w:rFonts w:hint="eastAsia" w:ascii="宋体"/>
              </w:rPr>
            </w:pPr>
            <w:r>
              <w:rPr>
                <w:rFonts w:hint="eastAsia" w:ascii="宋体"/>
                <w:sz w:val="28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99" w:type="dxa"/>
          <w:wAfter w:w="428" w:type="dxa"/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400" w:lineRule="exact"/>
              <w:rPr>
                <w:rFonts w:hint="eastAsia" w:ascii="宋体"/>
                <w:spacing w:val="-20"/>
                <w:sz w:val="24"/>
              </w:rPr>
            </w:pPr>
            <w:r>
              <w:rPr>
                <w:rFonts w:hint="eastAsia" w:ascii="宋体"/>
                <w:spacing w:val="-20"/>
                <w:sz w:val="24"/>
              </w:rPr>
              <w:t>市学科评审组</w:t>
            </w:r>
          </w:p>
          <w:p>
            <w:pPr>
              <w:spacing w:line="400" w:lineRule="exact"/>
              <w:rPr>
                <w:rFonts w:hint="eastAsia" w:ascii="宋体"/>
              </w:rPr>
            </w:pPr>
            <w:r>
              <w:rPr>
                <w:rFonts w:hint="eastAsia" w:ascii="宋体"/>
                <w:sz w:val="24"/>
              </w:rPr>
              <w:t>评审意见</w:t>
            </w:r>
          </w:p>
        </w:tc>
        <w:tc>
          <w:tcPr>
            <w:tcW w:w="7254" w:type="dxa"/>
            <w:gridSpan w:val="21"/>
          </w:tcPr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</w:rPr>
            </w:pPr>
          </w:p>
          <w:p>
            <w:pPr>
              <w:spacing w:line="400" w:lineRule="exact"/>
              <w:rPr>
                <w:rFonts w:hint="eastAsia" w:ascii="宋体"/>
              </w:rPr>
            </w:pPr>
          </w:p>
          <w:p>
            <w:pPr>
              <w:spacing w:line="400" w:lineRule="exact"/>
              <w:rPr>
                <w:rFonts w:hint="eastAsia" w:ascii="宋体"/>
              </w:rPr>
            </w:pPr>
          </w:p>
          <w:p>
            <w:pPr>
              <w:spacing w:line="400" w:lineRule="exac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1100455</wp:posOffset>
                      </wp:positionH>
                      <wp:positionV relativeFrom="paragraph">
                        <wp:posOffset>215900</wp:posOffset>
                      </wp:positionV>
                      <wp:extent cx="1400175" cy="0"/>
                      <wp:effectExtent l="0" t="0" r="0" b="0"/>
                      <wp:wrapNone/>
                      <wp:docPr id="1" name="直线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3" o:spid="_x0000_s1026" o:spt="20" style="position:absolute;left:0pt;margin-left:86.65pt;margin-top:17pt;height:0pt;width:110.25pt;z-index:251656192;mso-width-relative:page;mso-height-relative:page;" filled="f" stroked="t" coordsize="21600,21600" o:gfxdata="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MuIaZ1QAAAAkBAAAPAAAAAAAAAAEAIAAAACIAAABkcnMv&#10;ZG93bnJldi54bWxQSwECFAAUAAAACACHTuJA1Pr8j80BAACOAwAADgAAAAAAAAABACAAAAAkAQAA&#10;ZHJzL2Uyb0RvYy54bWxQSwUGAAAAAAYABgBZAQAAY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/>
                <w:sz w:val="28"/>
                <w:szCs w:val="28"/>
              </w:rPr>
              <w:t>建议获奖等级</w:t>
            </w:r>
          </w:p>
          <w:p>
            <w:pPr>
              <w:spacing w:line="400" w:lineRule="exact"/>
              <w:ind w:firstLine="3091" w:firstLineChars="1104"/>
              <w:rPr>
                <w:rFonts w:hint="eastAsia" w:ascii="宋体"/>
                <w:sz w:val="28"/>
              </w:rPr>
            </w:pPr>
          </w:p>
          <w:p>
            <w:pPr>
              <w:spacing w:line="400" w:lineRule="exact"/>
              <w:rPr>
                <w:rFonts w:hint="eastAsia" w:ascii="宋体"/>
                <w:sz w:val="28"/>
              </w:rPr>
            </w:pPr>
          </w:p>
          <w:p>
            <w:pPr>
              <w:spacing w:line="400" w:lineRule="exact"/>
              <w:rPr>
                <w:rFonts w:hint="eastAsia" w:ascii="宋体"/>
                <w:sz w:val="28"/>
              </w:rPr>
            </w:pPr>
          </w:p>
          <w:p>
            <w:pPr>
              <w:spacing w:line="400" w:lineRule="exact"/>
              <w:rPr>
                <w:rFonts w:hint="eastAsia" w:ascii="宋体"/>
                <w:sz w:val="28"/>
              </w:rPr>
            </w:pPr>
          </w:p>
          <w:p>
            <w:pPr>
              <w:spacing w:line="400" w:lineRule="exact"/>
              <w:ind w:firstLine="3091" w:firstLineChars="1104"/>
              <w:rPr>
                <w:rFonts w:hint="eastAsia" w:ascii="宋体"/>
              </w:rPr>
            </w:pPr>
            <w:r>
              <w:rPr>
                <w:rFonts w:hint="eastAsia" w:ascii="宋体"/>
                <w:sz w:val="28"/>
              </w:rPr>
              <w:t>组长签名</w:t>
            </w:r>
            <w:r>
              <w:rPr>
                <w:rFonts w:hint="eastAsia" w:ascii="宋体"/>
                <w:sz w:val="24"/>
              </w:rPr>
              <w:t>_</w:t>
            </w:r>
            <w:r>
              <w:rPr>
                <w:rFonts w:hint="eastAsia" w:ascii="宋体"/>
              </w:rPr>
              <w:t>_</w:t>
            </w:r>
            <w:r>
              <w:rPr>
                <w:rFonts w:hint="eastAsia" w:ascii="宋体"/>
                <w:sz w:val="24"/>
              </w:rPr>
              <w:t>_</w:t>
            </w:r>
            <w:r>
              <w:rPr>
                <w:rFonts w:hint="eastAsia" w:ascii="宋体"/>
              </w:rPr>
              <w:t xml:space="preserve">_______________      </w:t>
            </w:r>
          </w:p>
          <w:p>
            <w:pPr>
              <w:spacing w:line="400" w:lineRule="exact"/>
              <w:ind w:firstLine="3780" w:firstLineChars="1800"/>
              <w:rPr>
                <w:rFonts w:hint="eastAsia" w:ascii="宋体"/>
              </w:rPr>
            </w:pPr>
          </w:p>
          <w:p>
            <w:pPr>
              <w:spacing w:afterLines="30" w:line="400" w:lineRule="exact"/>
              <w:ind w:firstLine="4946" w:firstLineChars="1649"/>
              <w:rPr>
                <w:rFonts w:hint="eastAsia" w:ascii="楷体_GB2312" w:eastAsia="楷体_GB2312"/>
                <w:sz w:val="30"/>
              </w:rPr>
            </w:pPr>
            <w:r>
              <w:rPr>
                <w:rFonts w:hint="eastAsia" w:ascii="楷体_GB2312" w:eastAsia="楷体_GB2312"/>
                <w:sz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99" w:type="dxa"/>
          <w:wAfter w:w="428" w:type="dxa"/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sz w:val="24"/>
              </w:rPr>
              <w:t>市评审委员会终审意见</w:t>
            </w:r>
          </w:p>
        </w:tc>
        <w:tc>
          <w:tcPr>
            <w:tcW w:w="7254" w:type="dxa"/>
            <w:gridSpan w:val="21"/>
          </w:tcPr>
          <w:p>
            <w:pPr>
              <w:spacing w:line="400" w:lineRule="exact"/>
              <w:ind w:firstLine="600" w:firstLineChars="200"/>
              <w:rPr>
                <w:rFonts w:hint="eastAsia" w:ascii="楷体_GB2312" w:eastAsia="楷体_GB2312"/>
                <w:sz w:val="30"/>
              </w:rPr>
            </w:pPr>
          </w:p>
          <w:p>
            <w:pPr>
              <w:spacing w:line="400" w:lineRule="exact"/>
              <w:ind w:firstLine="600" w:firstLineChars="200"/>
              <w:rPr>
                <w:rFonts w:hint="eastAsia" w:ascii="楷体_GB2312" w:eastAsia="楷体_GB2312"/>
                <w:sz w:val="30"/>
              </w:rPr>
            </w:pPr>
          </w:p>
          <w:p>
            <w:pPr>
              <w:spacing w:line="400" w:lineRule="exact"/>
              <w:ind w:firstLine="600" w:firstLineChars="200"/>
              <w:rPr>
                <w:rFonts w:hint="eastAsia" w:ascii="宋体"/>
                <w:sz w:val="30"/>
              </w:rPr>
            </w:pPr>
            <w:r>
              <w:rPr>
                <w:rFonts w:hint="eastAsia" w:ascii="楷体_GB2312" w:eastAsia="楷体_GB2312"/>
                <w:sz w:val="30"/>
              </w:rPr>
              <w:t>经研究，同意该成果获   等奖。</w:t>
            </w:r>
          </w:p>
          <w:p>
            <w:pPr>
              <w:spacing w:line="400" w:lineRule="exact"/>
              <w:rPr>
                <w:rFonts w:hint="eastAsia" w:ascii="宋体"/>
              </w:rPr>
            </w:pPr>
          </w:p>
          <w:p>
            <w:pPr>
              <w:spacing w:line="400" w:lineRule="exact"/>
              <w:ind w:firstLine="3120" w:firstLineChars="1300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120" w:firstLineChars="1300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120" w:firstLineChars="1300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5100" w:firstLineChars="1700"/>
              <w:rPr>
                <w:rFonts w:hint="eastAsia" w:ascii="楷体_GB2312" w:eastAsia="楷体_GB2312"/>
                <w:sz w:val="30"/>
              </w:rPr>
            </w:pPr>
            <w:r>
              <w:rPr>
                <w:rFonts w:hint="eastAsia" w:ascii="楷体_GB2312" w:eastAsia="楷体_GB2312"/>
                <w:sz w:val="30"/>
              </w:rPr>
              <w:t>（盖章）</w:t>
            </w:r>
          </w:p>
          <w:p>
            <w:pPr>
              <w:spacing w:afterLines="30" w:line="400" w:lineRule="exact"/>
              <w:ind w:firstLine="4800" w:firstLineChars="1600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30"/>
              </w:rPr>
              <w:t>年   月   日</w:t>
            </w:r>
          </w:p>
        </w:tc>
      </w:tr>
    </w:tbl>
    <w:p>
      <w:pPr>
        <w:spacing w:line="240" w:lineRule="auto"/>
        <w:rPr>
          <w:rFonts w:hint="eastAsia" w:eastAsia="仿宋_GB2312"/>
          <w:color w:val="000000"/>
          <w:sz w:val="32"/>
          <w:szCs w:val="32"/>
        </w:rPr>
      </w:pP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985" w:right="1531" w:bottom="2041" w:left="1531" w:header="851" w:footer="1418" w:gutter="0"/>
      <w:cols w:space="425" w:num="1"/>
      <w:docGrid w:type="lines" w:linePitch="582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-18030">
    <w:altName w:val="宋体"/>
    <w:panose1 w:val="00000000000000000000"/>
    <w:charset w:val="86"/>
    <w:family w:val="auto"/>
    <w:pitch w:val="default"/>
    <w:sig w:usb0="00000000" w:usb1="00000000" w:usb2="0000001E" w:usb3="00000000" w:csb0="003C0041" w:csb1="00000000"/>
  </w:font>
  <w:font w:name="华文新魏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280"/>
      <w:jc w:val="right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kern w:val="0"/>
        <w:sz w:val="28"/>
        <w:szCs w:val="21"/>
      </w:rPr>
      <w:t>—</w:t>
    </w:r>
    <w:r>
      <w:rPr>
        <w:rFonts w:ascii="宋体" w:hAnsi="宋体"/>
        <w:kern w:val="0"/>
        <w:sz w:val="28"/>
        <w:szCs w:val="21"/>
      </w:rPr>
      <w:t xml:space="preserve">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15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ascii="宋体" w:hAnsi="宋体"/>
        <w:kern w:val="0"/>
        <w:sz w:val="28"/>
        <w:szCs w:val="21"/>
      </w:rPr>
      <w:t xml:space="preserve"> </w:t>
    </w:r>
    <w:r>
      <w:rPr>
        <w:rFonts w:hint="eastAsia" w:ascii="宋体" w:hAnsi="宋体"/>
        <w:kern w:val="0"/>
        <w:sz w:val="28"/>
        <w:szCs w:val="21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280" w:firstLineChars="100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kern w:val="0"/>
        <w:sz w:val="28"/>
        <w:szCs w:val="21"/>
      </w:rPr>
      <w:t>—</w:t>
    </w:r>
    <w:r>
      <w:rPr>
        <w:rFonts w:ascii="宋体" w:hAnsi="宋体"/>
        <w:kern w:val="0"/>
        <w:sz w:val="28"/>
        <w:szCs w:val="21"/>
      </w:rPr>
      <w:t xml:space="preserve">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16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ascii="宋体" w:hAnsi="宋体"/>
        <w:kern w:val="0"/>
        <w:sz w:val="28"/>
        <w:szCs w:val="21"/>
      </w:rPr>
      <w:t xml:space="preserve"> </w:t>
    </w:r>
    <w:r>
      <w:rPr>
        <w:rFonts w:hint="eastAsia" w:ascii="宋体" w:hAnsi="宋体"/>
        <w:kern w:val="0"/>
        <w:sz w:val="28"/>
        <w:szCs w:val="21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E476C"/>
    <w:multiLevelType w:val="multilevel"/>
    <w:tmpl w:val="12AE476C"/>
    <w:lvl w:ilvl="0" w:tentative="0">
      <w:start w:val="1"/>
      <w:numFmt w:val="japaneseCounting"/>
      <w:pStyle w:val="33"/>
      <w:lvlText w:val="%1、"/>
      <w:lvlJc w:val="left"/>
      <w:pPr>
        <w:tabs>
          <w:tab w:val="left" w:pos="1815"/>
        </w:tabs>
        <w:ind w:left="1815" w:hanging="121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246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0FBF6DC7-9CE2-40E2-BAC6-A83B1CB8BFE7}" w:val="dMTuDISF7EOQh+56VKj9rWLi3f=UxPG1NAqnw0tJXoybcYRmCZ/lsapB8kzg2ve4H"/>
    <w:docVar w:name="DocumentID" w:val="{F8730F1D-A967-47F8-84CC-3F8119390079}"/>
  </w:docVars>
  <w:rsids>
    <w:rsidRoot w:val="008B72F9"/>
    <w:rsid w:val="0000121B"/>
    <w:rsid w:val="00001985"/>
    <w:rsid w:val="00004939"/>
    <w:rsid w:val="00005BB1"/>
    <w:rsid w:val="00006597"/>
    <w:rsid w:val="00011536"/>
    <w:rsid w:val="000138DB"/>
    <w:rsid w:val="00015385"/>
    <w:rsid w:val="000171F6"/>
    <w:rsid w:val="0002011D"/>
    <w:rsid w:val="00020B09"/>
    <w:rsid w:val="000275F3"/>
    <w:rsid w:val="00032486"/>
    <w:rsid w:val="00032A90"/>
    <w:rsid w:val="00033959"/>
    <w:rsid w:val="0003620D"/>
    <w:rsid w:val="00036DC5"/>
    <w:rsid w:val="0003745E"/>
    <w:rsid w:val="00043871"/>
    <w:rsid w:val="00047F75"/>
    <w:rsid w:val="00050F7A"/>
    <w:rsid w:val="00051256"/>
    <w:rsid w:val="00052B30"/>
    <w:rsid w:val="00060CEC"/>
    <w:rsid w:val="00062B30"/>
    <w:rsid w:val="00063098"/>
    <w:rsid w:val="000635DD"/>
    <w:rsid w:val="00063BB3"/>
    <w:rsid w:val="00067735"/>
    <w:rsid w:val="000733A8"/>
    <w:rsid w:val="00073E66"/>
    <w:rsid w:val="00074414"/>
    <w:rsid w:val="00077811"/>
    <w:rsid w:val="00077F68"/>
    <w:rsid w:val="00082A90"/>
    <w:rsid w:val="00083D77"/>
    <w:rsid w:val="00084757"/>
    <w:rsid w:val="00084A20"/>
    <w:rsid w:val="00084CA3"/>
    <w:rsid w:val="00085253"/>
    <w:rsid w:val="0008730F"/>
    <w:rsid w:val="000901F8"/>
    <w:rsid w:val="000906D7"/>
    <w:rsid w:val="000911DB"/>
    <w:rsid w:val="000914F4"/>
    <w:rsid w:val="00093C94"/>
    <w:rsid w:val="0009546C"/>
    <w:rsid w:val="00095503"/>
    <w:rsid w:val="00097C19"/>
    <w:rsid w:val="000A06B8"/>
    <w:rsid w:val="000A0C73"/>
    <w:rsid w:val="000A1333"/>
    <w:rsid w:val="000A318E"/>
    <w:rsid w:val="000A4143"/>
    <w:rsid w:val="000A4E46"/>
    <w:rsid w:val="000A6048"/>
    <w:rsid w:val="000B1EB5"/>
    <w:rsid w:val="000B21A6"/>
    <w:rsid w:val="000B2E08"/>
    <w:rsid w:val="000B3A77"/>
    <w:rsid w:val="000B5154"/>
    <w:rsid w:val="000B5A4B"/>
    <w:rsid w:val="000B5AE6"/>
    <w:rsid w:val="000B7FD1"/>
    <w:rsid w:val="000C1EDF"/>
    <w:rsid w:val="000C5047"/>
    <w:rsid w:val="000C6A10"/>
    <w:rsid w:val="000C6BEB"/>
    <w:rsid w:val="000C70DD"/>
    <w:rsid w:val="000D0755"/>
    <w:rsid w:val="000D36B7"/>
    <w:rsid w:val="000D7298"/>
    <w:rsid w:val="000D77B4"/>
    <w:rsid w:val="000E1141"/>
    <w:rsid w:val="000E425C"/>
    <w:rsid w:val="000E6FBE"/>
    <w:rsid w:val="000E7BEC"/>
    <w:rsid w:val="000F02FA"/>
    <w:rsid w:val="000F2392"/>
    <w:rsid w:val="000F3CB4"/>
    <w:rsid w:val="000F4C86"/>
    <w:rsid w:val="000F4DDC"/>
    <w:rsid w:val="000F5B24"/>
    <w:rsid w:val="000F6011"/>
    <w:rsid w:val="000F641D"/>
    <w:rsid w:val="001005DD"/>
    <w:rsid w:val="00106305"/>
    <w:rsid w:val="001109EB"/>
    <w:rsid w:val="00111A7A"/>
    <w:rsid w:val="0011263E"/>
    <w:rsid w:val="00114800"/>
    <w:rsid w:val="001175C7"/>
    <w:rsid w:val="00117ACA"/>
    <w:rsid w:val="00120C53"/>
    <w:rsid w:val="00120FA3"/>
    <w:rsid w:val="00120FDC"/>
    <w:rsid w:val="00121FB3"/>
    <w:rsid w:val="00124A68"/>
    <w:rsid w:val="00125A8B"/>
    <w:rsid w:val="0012653E"/>
    <w:rsid w:val="001304BE"/>
    <w:rsid w:val="00131DD7"/>
    <w:rsid w:val="00132B76"/>
    <w:rsid w:val="00134A85"/>
    <w:rsid w:val="00134EA3"/>
    <w:rsid w:val="00142E8B"/>
    <w:rsid w:val="0014361F"/>
    <w:rsid w:val="00145813"/>
    <w:rsid w:val="00147177"/>
    <w:rsid w:val="001472E5"/>
    <w:rsid w:val="001508CC"/>
    <w:rsid w:val="00151D25"/>
    <w:rsid w:val="00151FC9"/>
    <w:rsid w:val="0015739E"/>
    <w:rsid w:val="00157D36"/>
    <w:rsid w:val="00164B01"/>
    <w:rsid w:val="00164B5E"/>
    <w:rsid w:val="00166840"/>
    <w:rsid w:val="00166E2D"/>
    <w:rsid w:val="00170BA7"/>
    <w:rsid w:val="0017227F"/>
    <w:rsid w:val="001738B1"/>
    <w:rsid w:val="00173D55"/>
    <w:rsid w:val="00175AF8"/>
    <w:rsid w:val="001762A3"/>
    <w:rsid w:val="00177498"/>
    <w:rsid w:val="001805F6"/>
    <w:rsid w:val="00180FA5"/>
    <w:rsid w:val="00186058"/>
    <w:rsid w:val="001879D6"/>
    <w:rsid w:val="001906B3"/>
    <w:rsid w:val="001908FE"/>
    <w:rsid w:val="00191EA3"/>
    <w:rsid w:val="001951B2"/>
    <w:rsid w:val="00197C5D"/>
    <w:rsid w:val="001A55E8"/>
    <w:rsid w:val="001A6112"/>
    <w:rsid w:val="001A7B16"/>
    <w:rsid w:val="001B0BCE"/>
    <w:rsid w:val="001B4756"/>
    <w:rsid w:val="001B4781"/>
    <w:rsid w:val="001B4EE4"/>
    <w:rsid w:val="001B76A4"/>
    <w:rsid w:val="001B7B3B"/>
    <w:rsid w:val="001C302B"/>
    <w:rsid w:val="001C3CC0"/>
    <w:rsid w:val="001C3E42"/>
    <w:rsid w:val="001C4253"/>
    <w:rsid w:val="001C48E3"/>
    <w:rsid w:val="001C6FC6"/>
    <w:rsid w:val="001D07FB"/>
    <w:rsid w:val="001D0CA6"/>
    <w:rsid w:val="001D136C"/>
    <w:rsid w:val="001D3016"/>
    <w:rsid w:val="001D308C"/>
    <w:rsid w:val="001D427A"/>
    <w:rsid w:val="001D4D6C"/>
    <w:rsid w:val="001D5E5F"/>
    <w:rsid w:val="001D6810"/>
    <w:rsid w:val="001D7A61"/>
    <w:rsid w:val="001E0D80"/>
    <w:rsid w:val="001E591C"/>
    <w:rsid w:val="001E6C1F"/>
    <w:rsid w:val="001F1228"/>
    <w:rsid w:val="001F43C4"/>
    <w:rsid w:val="001F5D1A"/>
    <w:rsid w:val="001F6F32"/>
    <w:rsid w:val="00200287"/>
    <w:rsid w:val="00201322"/>
    <w:rsid w:val="00203B0E"/>
    <w:rsid w:val="00206229"/>
    <w:rsid w:val="002078FA"/>
    <w:rsid w:val="00210AAC"/>
    <w:rsid w:val="0021423E"/>
    <w:rsid w:val="002179C8"/>
    <w:rsid w:val="00217EB6"/>
    <w:rsid w:val="00221926"/>
    <w:rsid w:val="00221A92"/>
    <w:rsid w:val="00222AD4"/>
    <w:rsid w:val="002230F7"/>
    <w:rsid w:val="00225F0A"/>
    <w:rsid w:val="00226D91"/>
    <w:rsid w:val="0023075C"/>
    <w:rsid w:val="00231F03"/>
    <w:rsid w:val="00237C63"/>
    <w:rsid w:val="00241642"/>
    <w:rsid w:val="00241ED9"/>
    <w:rsid w:val="00245357"/>
    <w:rsid w:val="00245E9A"/>
    <w:rsid w:val="00250736"/>
    <w:rsid w:val="002507A5"/>
    <w:rsid w:val="00256379"/>
    <w:rsid w:val="00260570"/>
    <w:rsid w:val="0026218A"/>
    <w:rsid w:val="002664A1"/>
    <w:rsid w:val="00274BFB"/>
    <w:rsid w:val="002827C0"/>
    <w:rsid w:val="0028481D"/>
    <w:rsid w:val="00286C1C"/>
    <w:rsid w:val="00286F34"/>
    <w:rsid w:val="00287409"/>
    <w:rsid w:val="0029445E"/>
    <w:rsid w:val="00294D83"/>
    <w:rsid w:val="00296165"/>
    <w:rsid w:val="00296CFA"/>
    <w:rsid w:val="00296FD0"/>
    <w:rsid w:val="002A25CF"/>
    <w:rsid w:val="002A7D40"/>
    <w:rsid w:val="002B7772"/>
    <w:rsid w:val="002C0C10"/>
    <w:rsid w:val="002C6201"/>
    <w:rsid w:val="002C7F2F"/>
    <w:rsid w:val="002D0AEB"/>
    <w:rsid w:val="002D1AB0"/>
    <w:rsid w:val="002D2A8D"/>
    <w:rsid w:val="002D745E"/>
    <w:rsid w:val="002E2077"/>
    <w:rsid w:val="002E2DDF"/>
    <w:rsid w:val="002E3C55"/>
    <w:rsid w:val="002E57F2"/>
    <w:rsid w:val="002E5DFC"/>
    <w:rsid w:val="002E5F14"/>
    <w:rsid w:val="002E6A0C"/>
    <w:rsid w:val="002F0ACA"/>
    <w:rsid w:val="002F59EA"/>
    <w:rsid w:val="003001ED"/>
    <w:rsid w:val="00302277"/>
    <w:rsid w:val="003033E1"/>
    <w:rsid w:val="0030355D"/>
    <w:rsid w:val="0030633B"/>
    <w:rsid w:val="00307A73"/>
    <w:rsid w:val="003136D9"/>
    <w:rsid w:val="00314D4A"/>
    <w:rsid w:val="003159C0"/>
    <w:rsid w:val="0031776A"/>
    <w:rsid w:val="00321910"/>
    <w:rsid w:val="00322755"/>
    <w:rsid w:val="00322B04"/>
    <w:rsid w:val="00324894"/>
    <w:rsid w:val="00324F48"/>
    <w:rsid w:val="00325283"/>
    <w:rsid w:val="00331322"/>
    <w:rsid w:val="00331964"/>
    <w:rsid w:val="0033298E"/>
    <w:rsid w:val="003351B8"/>
    <w:rsid w:val="0033687A"/>
    <w:rsid w:val="00336DB8"/>
    <w:rsid w:val="0034326A"/>
    <w:rsid w:val="00344236"/>
    <w:rsid w:val="0034688E"/>
    <w:rsid w:val="00351C01"/>
    <w:rsid w:val="003536AC"/>
    <w:rsid w:val="00355C17"/>
    <w:rsid w:val="0036042B"/>
    <w:rsid w:val="0036109B"/>
    <w:rsid w:val="00361E64"/>
    <w:rsid w:val="00363620"/>
    <w:rsid w:val="0036477D"/>
    <w:rsid w:val="0036505F"/>
    <w:rsid w:val="00367558"/>
    <w:rsid w:val="00373C95"/>
    <w:rsid w:val="0037503B"/>
    <w:rsid w:val="003759F9"/>
    <w:rsid w:val="00375C83"/>
    <w:rsid w:val="003765C5"/>
    <w:rsid w:val="00381C09"/>
    <w:rsid w:val="003825CA"/>
    <w:rsid w:val="00385B6D"/>
    <w:rsid w:val="00387F39"/>
    <w:rsid w:val="0039005C"/>
    <w:rsid w:val="00391E18"/>
    <w:rsid w:val="003920F6"/>
    <w:rsid w:val="00393045"/>
    <w:rsid w:val="003946AB"/>
    <w:rsid w:val="00396B1A"/>
    <w:rsid w:val="003A1FD6"/>
    <w:rsid w:val="003A33E3"/>
    <w:rsid w:val="003A38F0"/>
    <w:rsid w:val="003A41C8"/>
    <w:rsid w:val="003A62F3"/>
    <w:rsid w:val="003B54EE"/>
    <w:rsid w:val="003B735A"/>
    <w:rsid w:val="003C28D2"/>
    <w:rsid w:val="003C3458"/>
    <w:rsid w:val="003C4B15"/>
    <w:rsid w:val="003C6328"/>
    <w:rsid w:val="003D1EEC"/>
    <w:rsid w:val="003D2139"/>
    <w:rsid w:val="003D362F"/>
    <w:rsid w:val="003D49CE"/>
    <w:rsid w:val="003D5AFB"/>
    <w:rsid w:val="003D77AD"/>
    <w:rsid w:val="003E0CA7"/>
    <w:rsid w:val="003F0A25"/>
    <w:rsid w:val="003F2AEB"/>
    <w:rsid w:val="003F605B"/>
    <w:rsid w:val="003F7A71"/>
    <w:rsid w:val="00404EF2"/>
    <w:rsid w:val="004118BC"/>
    <w:rsid w:val="00412C2E"/>
    <w:rsid w:val="0041501A"/>
    <w:rsid w:val="004167B5"/>
    <w:rsid w:val="00416DED"/>
    <w:rsid w:val="00421386"/>
    <w:rsid w:val="00421A57"/>
    <w:rsid w:val="004233CC"/>
    <w:rsid w:val="00425C4E"/>
    <w:rsid w:val="00427422"/>
    <w:rsid w:val="00427933"/>
    <w:rsid w:val="004302DC"/>
    <w:rsid w:val="00431060"/>
    <w:rsid w:val="00432959"/>
    <w:rsid w:val="00434770"/>
    <w:rsid w:val="0044034A"/>
    <w:rsid w:val="00441ADA"/>
    <w:rsid w:val="00441E7B"/>
    <w:rsid w:val="004438CB"/>
    <w:rsid w:val="00443EF9"/>
    <w:rsid w:val="00446045"/>
    <w:rsid w:val="00446562"/>
    <w:rsid w:val="00451EE1"/>
    <w:rsid w:val="004540BE"/>
    <w:rsid w:val="00460D4A"/>
    <w:rsid w:val="00460E23"/>
    <w:rsid w:val="00462200"/>
    <w:rsid w:val="00463D01"/>
    <w:rsid w:val="00466233"/>
    <w:rsid w:val="004662A4"/>
    <w:rsid w:val="00466396"/>
    <w:rsid w:val="004665C4"/>
    <w:rsid w:val="00466B7A"/>
    <w:rsid w:val="00467C6F"/>
    <w:rsid w:val="0047113B"/>
    <w:rsid w:val="00472013"/>
    <w:rsid w:val="00474432"/>
    <w:rsid w:val="00482BE2"/>
    <w:rsid w:val="0048450D"/>
    <w:rsid w:val="0048483D"/>
    <w:rsid w:val="004863E6"/>
    <w:rsid w:val="00492110"/>
    <w:rsid w:val="00496367"/>
    <w:rsid w:val="00496B72"/>
    <w:rsid w:val="004A0073"/>
    <w:rsid w:val="004A0389"/>
    <w:rsid w:val="004A2CA1"/>
    <w:rsid w:val="004A4D62"/>
    <w:rsid w:val="004A4F06"/>
    <w:rsid w:val="004A7001"/>
    <w:rsid w:val="004B0F5A"/>
    <w:rsid w:val="004B1BB5"/>
    <w:rsid w:val="004B3926"/>
    <w:rsid w:val="004B3BAE"/>
    <w:rsid w:val="004B7134"/>
    <w:rsid w:val="004C0D4E"/>
    <w:rsid w:val="004C4852"/>
    <w:rsid w:val="004C5A1E"/>
    <w:rsid w:val="004C690F"/>
    <w:rsid w:val="004D084B"/>
    <w:rsid w:val="004D101C"/>
    <w:rsid w:val="004D25F5"/>
    <w:rsid w:val="004D300D"/>
    <w:rsid w:val="004D4678"/>
    <w:rsid w:val="004D487F"/>
    <w:rsid w:val="004D57A7"/>
    <w:rsid w:val="004D6E69"/>
    <w:rsid w:val="004D78F0"/>
    <w:rsid w:val="004E188C"/>
    <w:rsid w:val="004E4D19"/>
    <w:rsid w:val="004E63AE"/>
    <w:rsid w:val="004E7788"/>
    <w:rsid w:val="004F53B6"/>
    <w:rsid w:val="004F6EBC"/>
    <w:rsid w:val="004F76D4"/>
    <w:rsid w:val="004F78DC"/>
    <w:rsid w:val="00501DD5"/>
    <w:rsid w:val="00502102"/>
    <w:rsid w:val="00502A71"/>
    <w:rsid w:val="00502A80"/>
    <w:rsid w:val="00503BFE"/>
    <w:rsid w:val="00503EAA"/>
    <w:rsid w:val="00505C49"/>
    <w:rsid w:val="00506075"/>
    <w:rsid w:val="00507E70"/>
    <w:rsid w:val="00517D7A"/>
    <w:rsid w:val="00522B35"/>
    <w:rsid w:val="00522E2C"/>
    <w:rsid w:val="00524EAE"/>
    <w:rsid w:val="005253A5"/>
    <w:rsid w:val="00525B01"/>
    <w:rsid w:val="00526183"/>
    <w:rsid w:val="00526635"/>
    <w:rsid w:val="00527F2F"/>
    <w:rsid w:val="005338E5"/>
    <w:rsid w:val="00533CCF"/>
    <w:rsid w:val="00534540"/>
    <w:rsid w:val="0053624C"/>
    <w:rsid w:val="00536AF3"/>
    <w:rsid w:val="00540589"/>
    <w:rsid w:val="00540D7C"/>
    <w:rsid w:val="0054669D"/>
    <w:rsid w:val="00546C7D"/>
    <w:rsid w:val="00551868"/>
    <w:rsid w:val="005519CD"/>
    <w:rsid w:val="00551AFF"/>
    <w:rsid w:val="005520AA"/>
    <w:rsid w:val="00553EE9"/>
    <w:rsid w:val="005541D2"/>
    <w:rsid w:val="00556EDC"/>
    <w:rsid w:val="00560869"/>
    <w:rsid w:val="00561494"/>
    <w:rsid w:val="00564DD1"/>
    <w:rsid w:val="00570762"/>
    <w:rsid w:val="005709CB"/>
    <w:rsid w:val="00571B95"/>
    <w:rsid w:val="005728B4"/>
    <w:rsid w:val="00574255"/>
    <w:rsid w:val="005762DC"/>
    <w:rsid w:val="005764ED"/>
    <w:rsid w:val="00577942"/>
    <w:rsid w:val="00583128"/>
    <w:rsid w:val="00584C54"/>
    <w:rsid w:val="00584FF3"/>
    <w:rsid w:val="0058553B"/>
    <w:rsid w:val="005866A2"/>
    <w:rsid w:val="005866ED"/>
    <w:rsid w:val="005867EA"/>
    <w:rsid w:val="005A32AA"/>
    <w:rsid w:val="005A3B02"/>
    <w:rsid w:val="005A5627"/>
    <w:rsid w:val="005A74EB"/>
    <w:rsid w:val="005B01CD"/>
    <w:rsid w:val="005B1A5C"/>
    <w:rsid w:val="005B451D"/>
    <w:rsid w:val="005B5643"/>
    <w:rsid w:val="005B5931"/>
    <w:rsid w:val="005B7FF7"/>
    <w:rsid w:val="005C490B"/>
    <w:rsid w:val="005C6BD4"/>
    <w:rsid w:val="005D04A6"/>
    <w:rsid w:val="005D18FC"/>
    <w:rsid w:val="005D67BF"/>
    <w:rsid w:val="005D7C5C"/>
    <w:rsid w:val="005D7E2C"/>
    <w:rsid w:val="005E2829"/>
    <w:rsid w:val="005E2839"/>
    <w:rsid w:val="005E4EA2"/>
    <w:rsid w:val="005E504F"/>
    <w:rsid w:val="005E5494"/>
    <w:rsid w:val="005E6C55"/>
    <w:rsid w:val="005F189A"/>
    <w:rsid w:val="005F197B"/>
    <w:rsid w:val="005F44BE"/>
    <w:rsid w:val="005F4678"/>
    <w:rsid w:val="005F5C9A"/>
    <w:rsid w:val="00607F94"/>
    <w:rsid w:val="00613CCB"/>
    <w:rsid w:val="006158F9"/>
    <w:rsid w:val="00615D44"/>
    <w:rsid w:val="0061637A"/>
    <w:rsid w:val="00621F76"/>
    <w:rsid w:val="0062315D"/>
    <w:rsid w:val="006256DB"/>
    <w:rsid w:val="0062603E"/>
    <w:rsid w:val="006265F1"/>
    <w:rsid w:val="0063008D"/>
    <w:rsid w:val="00631040"/>
    <w:rsid w:val="00636647"/>
    <w:rsid w:val="00641BB9"/>
    <w:rsid w:val="006424FA"/>
    <w:rsid w:val="00647699"/>
    <w:rsid w:val="006509ED"/>
    <w:rsid w:val="00651C0A"/>
    <w:rsid w:val="0065202F"/>
    <w:rsid w:val="00653120"/>
    <w:rsid w:val="00655925"/>
    <w:rsid w:val="00655AA0"/>
    <w:rsid w:val="006561E4"/>
    <w:rsid w:val="0065703C"/>
    <w:rsid w:val="00660CE0"/>
    <w:rsid w:val="006611E6"/>
    <w:rsid w:val="006644AF"/>
    <w:rsid w:val="00665033"/>
    <w:rsid w:val="0066615F"/>
    <w:rsid w:val="00666416"/>
    <w:rsid w:val="0067094A"/>
    <w:rsid w:val="00670EA0"/>
    <w:rsid w:val="00673630"/>
    <w:rsid w:val="006746A7"/>
    <w:rsid w:val="00676A98"/>
    <w:rsid w:val="00677415"/>
    <w:rsid w:val="0068657B"/>
    <w:rsid w:val="00686E3E"/>
    <w:rsid w:val="006870AB"/>
    <w:rsid w:val="00687E15"/>
    <w:rsid w:val="006957D8"/>
    <w:rsid w:val="00697EE2"/>
    <w:rsid w:val="006B03D6"/>
    <w:rsid w:val="006B36B7"/>
    <w:rsid w:val="006B5946"/>
    <w:rsid w:val="006B6303"/>
    <w:rsid w:val="006B7498"/>
    <w:rsid w:val="006B783C"/>
    <w:rsid w:val="006C1C74"/>
    <w:rsid w:val="006C3925"/>
    <w:rsid w:val="006C3ED1"/>
    <w:rsid w:val="006C437F"/>
    <w:rsid w:val="006C4544"/>
    <w:rsid w:val="006C75B2"/>
    <w:rsid w:val="006D0065"/>
    <w:rsid w:val="006D532C"/>
    <w:rsid w:val="006E0E4F"/>
    <w:rsid w:val="006E22D1"/>
    <w:rsid w:val="006E44F0"/>
    <w:rsid w:val="006E6470"/>
    <w:rsid w:val="006E68DC"/>
    <w:rsid w:val="006E74F7"/>
    <w:rsid w:val="006F03DD"/>
    <w:rsid w:val="006F0A0A"/>
    <w:rsid w:val="006F0A2E"/>
    <w:rsid w:val="006F113F"/>
    <w:rsid w:val="006F13D1"/>
    <w:rsid w:val="006F157A"/>
    <w:rsid w:val="006F1E65"/>
    <w:rsid w:val="006F1F2C"/>
    <w:rsid w:val="006F6D04"/>
    <w:rsid w:val="006F72CE"/>
    <w:rsid w:val="00700EBF"/>
    <w:rsid w:val="0070322B"/>
    <w:rsid w:val="00704D88"/>
    <w:rsid w:val="007065B9"/>
    <w:rsid w:val="007078E2"/>
    <w:rsid w:val="007123CA"/>
    <w:rsid w:val="007124D8"/>
    <w:rsid w:val="00713D95"/>
    <w:rsid w:val="00715BF1"/>
    <w:rsid w:val="007163AA"/>
    <w:rsid w:val="00717A2B"/>
    <w:rsid w:val="0072303F"/>
    <w:rsid w:val="00727CC8"/>
    <w:rsid w:val="0073018C"/>
    <w:rsid w:val="007354BC"/>
    <w:rsid w:val="00736586"/>
    <w:rsid w:val="00741F79"/>
    <w:rsid w:val="0074534B"/>
    <w:rsid w:val="007459D0"/>
    <w:rsid w:val="00750B43"/>
    <w:rsid w:val="007520B5"/>
    <w:rsid w:val="00755142"/>
    <w:rsid w:val="00756205"/>
    <w:rsid w:val="00757FDD"/>
    <w:rsid w:val="00765467"/>
    <w:rsid w:val="0077009A"/>
    <w:rsid w:val="00770F8E"/>
    <w:rsid w:val="00771525"/>
    <w:rsid w:val="00776350"/>
    <w:rsid w:val="00780AF4"/>
    <w:rsid w:val="00780E4E"/>
    <w:rsid w:val="0078128F"/>
    <w:rsid w:val="00782502"/>
    <w:rsid w:val="00787461"/>
    <w:rsid w:val="00791E41"/>
    <w:rsid w:val="007920C1"/>
    <w:rsid w:val="00792504"/>
    <w:rsid w:val="00792783"/>
    <w:rsid w:val="00793D27"/>
    <w:rsid w:val="0079697D"/>
    <w:rsid w:val="007969C5"/>
    <w:rsid w:val="0079775D"/>
    <w:rsid w:val="007A458A"/>
    <w:rsid w:val="007A5AA7"/>
    <w:rsid w:val="007A5D89"/>
    <w:rsid w:val="007A62C7"/>
    <w:rsid w:val="007A6A71"/>
    <w:rsid w:val="007B098A"/>
    <w:rsid w:val="007B0B2F"/>
    <w:rsid w:val="007B24EE"/>
    <w:rsid w:val="007B44BE"/>
    <w:rsid w:val="007B4569"/>
    <w:rsid w:val="007B69DE"/>
    <w:rsid w:val="007B7989"/>
    <w:rsid w:val="007C5C36"/>
    <w:rsid w:val="007C6888"/>
    <w:rsid w:val="007C723E"/>
    <w:rsid w:val="007D2F09"/>
    <w:rsid w:val="007D3A6B"/>
    <w:rsid w:val="007D558C"/>
    <w:rsid w:val="007E003D"/>
    <w:rsid w:val="007E25FD"/>
    <w:rsid w:val="007E5C8E"/>
    <w:rsid w:val="007E6E86"/>
    <w:rsid w:val="007E7584"/>
    <w:rsid w:val="007E76A3"/>
    <w:rsid w:val="007E7BF5"/>
    <w:rsid w:val="007F332B"/>
    <w:rsid w:val="007F7B1F"/>
    <w:rsid w:val="00801208"/>
    <w:rsid w:val="00804666"/>
    <w:rsid w:val="008078AE"/>
    <w:rsid w:val="0081088E"/>
    <w:rsid w:val="008111A3"/>
    <w:rsid w:val="00817D17"/>
    <w:rsid w:val="0082064F"/>
    <w:rsid w:val="008242A9"/>
    <w:rsid w:val="008244EF"/>
    <w:rsid w:val="00824F88"/>
    <w:rsid w:val="00826F35"/>
    <w:rsid w:val="00827324"/>
    <w:rsid w:val="00835B03"/>
    <w:rsid w:val="00835D92"/>
    <w:rsid w:val="008372B9"/>
    <w:rsid w:val="00842139"/>
    <w:rsid w:val="00845107"/>
    <w:rsid w:val="00845949"/>
    <w:rsid w:val="00845FB2"/>
    <w:rsid w:val="00846D9E"/>
    <w:rsid w:val="00847088"/>
    <w:rsid w:val="008528DD"/>
    <w:rsid w:val="00852DAA"/>
    <w:rsid w:val="008558A3"/>
    <w:rsid w:val="008578C7"/>
    <w:rsid w:val="00860CAB"/>
    <w:rsid w:val="00863E5F"/>
    <w:rsid w:val="008663EB"/>
    <w:rsid w:val="00867EBC"/>
    <w:rsid w:val="008720C6"/>
    <w:rsid w:val="008730DB"/>
    <w:rsid w:val="008747E9"/>
    <w:rsid w:val="00874D95"/>
    <w:rsid w:val="00877673"/>
    <w:rsid w:val="00877C77"/>
    <w:rsid w:val="00881FCF"/>
    <w:rsid w:val="00883DE3"/>
    <w:rsid w:val="008858CB"/>
    <w:rsid w:val="00885C80"/>
    <w:rsid w:val="00886575"/>
    <w:rsid w:val="008918F5"/>
    <w:rsid w:val="00892E50"/>
    <w:rsid w:val="008A0FE5"/>
    <w:rsid w:val="008A351C"/>
    <w:rsid w:val="008A61A1"/>
    <w:rsid w:val="008B05BC"/>
    <w:rsid w:val="008B0780"/>
    <w:rsid w:val="008B499B"/>
    <w:rsid w:val="008B671B"/>
    <w:rsid w:val="008B72F9"/>
    <w:rsid w:val="008B79C3"/>
    <w:rsid w:val="008B7D6F"/>
    <w:rsid w:val="008C2D35"/>
    <w:rsid w:val="008C3258"/>
    <w:rsid w:val="008C58F2"/>
    <w:rsid w:val="008C758F"/>
    <w:rsid w:val="008D0784"/>
    <w:rsid w:val="008D1309"/>
    <w:rsid w:val="008D5A0D"/>
    <w:rsid w:val="008D6701"/>
    <w:rsid w:val="008D73C6"/>
    <w:rsid w:val="008D7810"/>
    <w:rsid w:val="008D7988"/>
    <w:rsid w:val="008D7B90"/>
    <w:rsid w:val="008D7C6F"/>
    <w:rsid w:val="008E419C"/>
    <w:rsid w:val="008E679D"/>
    <w:rsid w:val="008E7D70"/>
    <w:rsid w:val="008E7F86"/>
    <w:rsid w:val="008F176F"/>
    <w:rsid w:val="008F22D6"/>
    <w:rsid w:val="008F26DD"/>
    <w:rsid w:val="008F5027"/>
    <w:rsid w:val="008F65F5"/>
    <w:rsid w:val="00901664"/>
    <w:rsid w:val="00905667"/>
    <w:rsid w:val="00906A2B"/>
    <w:rsid w:val="009104DF"/>
    <w:rsid w:val="0091248C"/>
    <w:rsid w:val="0091391C"/>
    <w:rsid w:val="00914641"/>
    <w:rsid w:val="00923686"/>
    <w:rsid w:val="00923852"/>
    <w:rsid w:val="00930D44"/>
    <w:rsid w:val="00930E5B"/>
    <w:rsid w:val="009314C9"/>
    <w:rsid w:val="009324E6"/>
    <w:rsid w:val="00932A23"/>
    <w:rsid w:val="00933F34"/>
    <w:rsid w:val="00934873"/>
    <w:rsid w:val="00934FD2"/>
    <w:rsid w:val="00936D0B"/>
    <w:rsid w:val="00937A14"/>
    <w:rsid w:val="009402C4"/>
    <w:rsid w:val="009441B2"/>
    <w:rsid w:val="00946C06"/>
    <w:rsid w:val="00951E3A"/>
    <w:rsid w:val="00952AA2"/>
    <w:rsid w:val="00953B7B"/>
    <w:rsid w:val="00954603"/>
    <w:rsid w:val="00962CA5"/>
    <w:rsid w:val="00962E7B"/>
    <w:rsid w:val="00963C01"/>
    <w:rsid w:val="0096481B"/>
    <w:rsid w:val="0096485E"/>
    <w:rsid w:val="00965B16"/>
    <w:rsid w:val="00967518"/>
    <w:rsid w:val="009710A8"/>
    <w:rsid w:val="00975A48"/>
    <w:rsid w:val="00982630"/>
    <w:rsid w:val="009835AA"/>
    <w:rsid w:val="00983732"/>
    <w:rsid w:val="00984502"/>
    <w:rsid w:val="00987C74"/>
    <w:rsid w:val="00991CFD"/>
    <w:rsid w:val="009928D9"/>
    <w:rsid w:val="009928E7"/>
    <w:rsid w:val="0099388E"/>
    <w:rsid w:val="00993B32"/>
    <w:rsid w:val="009A1DD8"/>
    <w:rsid w:val="009A5488"/>
    <w:rsid w:val="009A6F60"/>
    <w:rsid w:val="009B40AC"/>
    <w:rsid w:val="009B5C0E"/>
    <w:rsid w:val="009C2781"/>
    <w:rsid w:val="009C7C83"/>
    <w:rsid w:val="009D3BFB"/>
    <w:rsid w:val="009D79DA"/>
    <w:rsid w:val="009E048E"/>
    <w:rsid w:val="009E3328"/>
    <w:rsid w:val="009E5BED"/>
    <w:rsid w:val="009E6941"/>
    <w:rsid w:val="009E6A06"/>
    <w:rsid w:val="009F35D3"/>
    <w:rsid w:val="009F3C62"/>
    <w:rsid w:val="00A00E39"/>
    <w:rsid w:val="00A016E9"/>
    <w:rsid w:val="00A03660"/>
    <w:rsid w:val="00A04202"/>
    <w:rsid w:val="00A06DC8"/>
    <w:rsid w:val="00A07EE0"/>
    <w:rsid w:val="00A10C58"/>
    <w:rsid w:val="00A11056"/>
    <w:rsid w:val="00A11C91"/>
    <w:rsid w:val="00A175CB"/>
    <w:rsid w:val="00A202AC"/>
    <w:rsid w:val="00A20390"/>
    <w:rsid w:val="00A23ED3"/>
    <w:rsid w:val="00A25969"/>
    <w:rsid w:val="00A30421"/>
    <w:rsid w:val="00A30571"/>
    <w:rsid w:val="00A30598"/>
    <w:rsid w:val="00A306DA"/>
    <w:rsid w:val="00A30B01"/>
    <w:rsid w:val="00A31161"/>
    <w:rsid w:val="00A3277E"/>
    <w:rsid w:val="00A340E4"/>
    <w:rsid w:val="00A35D0B"/>
    <w:rsid w:val="00A3612E"/>
    <w:rsid w:val="00A36481"/>
    <w:rsid w:val="00A3648E"/>
    <w:rsid w:val="00A3661E"/>
    <w:rsid w:val="00A36813"/>
    <w:rsid w:val="00A42B68"/>
    <w:rsid w:val="00A4768D"/>
    <w:rsid w:val="00A476F6"/>
    <w:rsid w:val="00A50DA9"/>
    <w:rsid w:val="00A511BC"/>
    <w:rsid w:val="00A529E3"/>
    <w:rsid w:val="00A533F7"/>
    <w:rsid w:val="00A5343B"/>
    <w:rsid w:val="00A55518"/>
    <w:rsid w:val="00A55616"/>
    <w:rsid w:val="00A570D2"/>
    <w:rsid w:val="00A57717"/>
    <w:rsid w:val="00A605CC"/>
    <w:rsid w:val="00A611BD"/>
    <w:rsid w:val="00A63FD6"/>
    <w:rsid w:val="00A64C39"/>
    <w:rsid w:val="00A737E1"/>
    <w:rsid w:val="00A73971"/>
    <w:rsid w:val="00A76856"/>
    <w:rsid w:val="00A77027"/>
    <w:rsid w:val="00A776DD"/>
    <w:rsid w:val="00A80E0F"/>
    <w:rsid w:val="00A812F5"/>
    <w:rsid w:val="00A8261C"/>
    <w:rsid w:val="00A97793"/>
    <w:rsid w:val="00A97C5B"/>
    <w:rsid w:val="00AA0840"/>
    <w:rsid w:val="00AA2195"/>
    <w:rsid w:val="00AA4B49"/>
    <w:rsid w:val="00AA6153"/>
    <w:rsid w:val="00AA6D00"/>
    <w:rsid w:val="00AB0BB6"/>
    <w:rsid w:val="00AB0E9B"/>
    <w:rsid w:val="00AB27C4"/>
    <w:rsid w:val="00AB2C5A"/>
    <w:rsid w:val="00AB43D7"/>
    <w:rsid w:val="00AB4BC4"/>
    <w:rsid w:val="00AB50C7"/>
    <w:rsid w:val="00AC20B7"/>
    <w:rsid w:val="00AC2482"/>
    <w:rsid w:val="00AC3024"/>
    <w:rsid w:val="00AC4129"/>
    <w:rsid w:val="00AC53AE"/>
    <w:rsid w:val="00AC5752"/>
    <w:rsid w:val="00AC5F69"/>
    <w:rsid w:val="00AD0C42"/>
    <w:rsid w:val="00AD3C73"/>
    <w:rsid w:val="00AD4C8B"/>
    <w:rsid w:val="00AD5D3C"/>
    <w:rsid w:val="00AD7688"/>
    <w:rsid w:val="00AE042D"/>
    <w:rsid w:val="00AE2DC9"/>
    <w:rsid w:val="00AE3A53"/>
    <w:rsid w:val="00AE417C"/>
    <w:rsid w:val="00AE571D"/>
    <w:rsid w:val="00AE7AED"/>
    <w:rsid w:val="00AF19DC"/>
    <w:rsid w:val="00AF4BF8"/>
    <w:rsid w:val="00AF5757"/>
    <w:rsid w:val="00AF599A"/>
    <w:rsid w:val="00AF671A"/>
    <w:rsid w:val="00AF70B9"/>
    <w:rsid w:val="00B01766"/>
    <w:rsid w:val="00B01ECD"/>
    <w:rsid w:val="00B05742"/>
    <w:rsid w:val="00B05979"/>
    <w:rsid w:val="00B06868"/>
    <w:rsid w:val="00B10296"/>
    <w:rsid w:val="00B107DF"/>
    <w:rsid w:val="00B1236A"/>
    <w:rsid w:val="00B13B38"/>
    <w:rsid w:val="00B16054"/>
    <w:rsid w:val="00B227F7"/>
    <w:rsid w:val="00B22F3B"/>
    <w:rsid w:val="00B23071"/>
    <w:rsid w:val="00B2610E"/>
    <w:rsid w:val="00B32ECC"/>
    <w:rsid w:val="00B359F4"/>
    <w:rsid w:val="00B40F1B"/>
    <w:rsid w:val="00B442E0"/>
    <w:rsid w:val="00B4463E"/>
    <w:rsid w:val="00B46B87"/>
    <w:rsid w:val="00B47BEB"/>
    <w:rsid w:val="00B51506"/>
    <w:rsid w:val="00B55DCD"/>
    <w:rsid w:val="00B56F40"/>
    <w:rsid w:val="00B57813"/>
    <w:rsid w:val="00B6187B"/>
    <w:rsid w:val="00B65964"/>
    <w:rsid w:val="00B708A4"/>
    <w:rsid w:val="00B71394"/>
    <w:rsid w:val="00B72BAF"/>
    <w:rsid w:val="00B73B73"/>
    <w:rsid w:val="00B74EE3"/>
    <w:rsid w:val="00B76751"/>
    <w:rsid w:val="00B834E1"/>
    <w:rsid w:val="00B93E4C"/>
    <w:rsid w:val="00B93FA5"/>
    <w:rsid w:val="00B94751"/>
    <w:rsid w:val="00B95570"/>
    <w:rsid w:val="00BA1A5C"/>
    <w:rsid w:val="00BA2C87"/>
    <w:rsid w:val="00BA31E3"/>
    <w:rsid w:val="00BA3CAB"/>
    <w:rsid w:val="00BB003E"/>
    <w:rsid w:val="00BB4B7C"/>
    <w:rsid w:val="00BC2E4F"/>
    <w:rsid w:val="00BC754C"/>
    <w:rsid w:val="00BD3447"/>
    <w:rsid w:val="00BD3CBD"/>
    <w:rsid w:val="00BD5FFC"/>
    <w:rsid w:val="00BE7872"/>
    <w:rsid w:val="00BF3525"/>
    <w:rsid w:val="00BF55EA"/>
    <w:rsid w:val="00BF5EF7"/>
    <w:rsid w:val="00C015BB"/>
    <w:rsid w:val="00C036DF"/>
    <w:rsid w:val="00C03F0A"/>
    <w:rsid w:val="00C05D39"/>
    <w:rsid w:val="00C1259E"/>
    <w:rsid w:val="00C14EC1"/>
    <w:rsid w:val="00C21E7E"/>
    <w:rsid w:val="00C255AF"/>
    <w:rsid w:val="00C306C6"/>
    <w:rsid w:val="00C369B7"/>
    <w:rsid w:val="00C43503"/>
    <w:rsid w:val="00C472D6"/>
    <w:rsid w:val="00C50F93"/>
    <w:rsid w:val="00C518C6"/>
    <w:rsid w:val="00C527E5"/>
    <w:rsid w:val="00C5436F"/>
    <w:rsid w:val="00C55B77"/>
    <w:rsid w:val="00C65CBB"/>
    <w:rsid w:val="00C7307F"/>
    <w:rsid w:val="00C74F51"/>
    <w:rsid w:val="00C76832"/>
    <w:rsid w:val="00C779F9"/>
    <w:rsid w:val="00C817BE"/>
    <w:rsid w:val="00C84244"/>
    <w:rsid w:val="00C90155"/>
    <w:rsid w:val="00C9265F"/>
    <w:rsid w:val="00C939E9"/>
    <w:rsid w:val="00C97A33"/>
    <w:rsid w:val="00C97AF7"/>
    <w:rsid w:val="00CA0B82"/>
    <w:rsid w:val="00CB51D4"/>
    <w:rsid w:val="00CB6C76"/>
    <w:rsid w:val="00CB7309"/>
    <w:rsid w:val="00CB738F"/>
    <w:rsid w:val="00CC0163"/>
    <w:rsid w:val="00CC2166"/>
    <w:rsid w:val="00CC2C50"/>
    <w:rsid w:val="00CC4E0D"/>
    <w:rsid w:val="00CC67B7"/>
    <w:rsid w:val="00CC7B84"/>
    <w:rsid w:val="00CD1B4F"/>
    <w:rsid w:val="00CD2FA2"/>
    <w:rsid w:val="00CD4082"/>
    <w:rsid w:val="00CD4889"/>
    <w:rsid w:val="00CD4B0E"/>
    <w:rsid w:val="00CD53B2"/>
    <w:rsid w:val="00CD6C40"/>
    <w:rsid w:val="00CE28E9"/>
    <w:rsid w:val="00CE2C2E"/>
    <w:rsid w:val="00CE4320"/>
    <w:rsid w:val="00CE453B"/>
    <w:rsid w:val="00CE5770"/>
    <w:rsid w:val="00CE791F"/>
    <w:rsid w:val="00CF4E81"/>
    <w:rsid w:val="00D00615"/>
    <w:rsid w:val="00D00AD3"/>
    <w:rsid w:val="00D01265"/>
    <w:rsid w:val="00D02316"/>
    <w:rsid w:val="00D02554"/>
    <w:rsid w:val="00D02C27"/>
    <w:rsid w:val="00D035A8"/>
    <w:rsid w:val="00D06E5C"/>
    <w:rsid w:val="00D10791"/>
    <w:rsid w:val="00D12445"/>
    <w:rsid w:val="00D12A25"/>
    <w:rsid w:val="00D13B27"/>
    <w:rsid w:val="00D13BC6"/>
    <w:rsid w:val="00D13EE6"/>
    <w:rsid w:val="00D17F21"/>
    <w:rsid w:val="00D2060A"/>
    <w:rsid w:val="00D211F6"/>
    <w:rsid w:val="00D22E18"/>
    <w:rsid w:val="00D25CD8"/>
    <w:rsid w:val="00D26972"/>
    <w:rsid w:val="00D31667"/>
    <w:rsid w:val="00D321CA"/>
    <w:rsid w:val="00D47BB8"/>
    <w:rsid w:val="00D52B06"/>
    <w:rsid w:val="00D542E9"/>
    <w:rsid w:val="00D542ED"/>
    <w:rsid w:val="00D55B0C"/>
    <w:rsid w:val="00D579D7"/>
    <w:rsid w:val="00D6134C"/>
    <w:rsid w:val="00D62BD8"/>
    <w:rsid w:val="00D62BEB"/>
    <w:rsid w:val="00D64676"/>
    <w:rsid w:val="00D64B71"/>
    <w:rsid w:val="00D72FA7"/>
    <w:rsid w:val="00D733E3"/>
    <w:rsid w:val="00D74F09"/>
    <w:rsid w:val="00D75864"/>
    <w:rsid w:val="00D75DE3"/>
    <w:rsid w:val="00D76057"/>
    <w:rsid w:val="00D777BE"/>
    <w:rsid w:val="00D810F9"/>
    <w:rsid w:val="00D83192"/>
    <w:rsid w:val="00D83BE2"/>
    <w:rsid w:val="00D870BB"/>
    <w:rsid w:val="00D903D4"/>
    <w:rsid w:val="00D90DDC"/>
    <w:rsid w:val="00D93A87"/>
    <w:rsid w:val="00D96A30"/>
    <w:rsid w:val="00DA0490"/>
    <w:rsid w:val="00DA4940"/>
    <w:rsid w:val="00DA614F"/>
    <w:rsid w:val="00DB3408"/>
    <w:rsid w:val="00DC10D4"/>
    <w:rsid w:val="00DC5734"/>
    <w:rsid w:val="00DC7958"/>
    <w:rsid w:val="00DD04F1"/>
    <w:rsid w:val="00DE401A"/>
    <w:rsid w:val="00DF0535"/>
    <w:rsid w:val="00DF4269"/>
    <w:rsid w:val="00DF5269"/>
    <w:rsid w:val="00DF7269"/>
    <w:rsid w:val="00DF7942"/>
    <w:rsid w:val="00E00E36"/>
    <w:rsid w:val="00E01231"/>
    <w:rsid w:val="00E01D6D"/>
    <w:rsid w:val="00E02CC5"/>
    <w:rsid w:val="00E03461"/>
    <w:rsid w:val="00E03A83"/>
    <w:rsid w:val="00E041D6"/>
    <w:rsid w:val="00E11189"/>
    <w:rsid w:val="00E11592"/>
    <w:rsid w:val="00E1257C"/>
    <w:rsid w:val="00E13258"/>
    <w:rsid w:val="00E14854"/>
    <w:rsid w:val="00E14DE7"/>
    <w:rsid w:val="00E15EB5"/>
    <w:rsid w:val="00E1645F"/>
    <w:rsid w:val="00E164E4"/>
    <w:rsid w:val="00E1777E"/>
    <w:rsid w:val="00E201A6"/>
    <w:rsid w:val="00E21EE7"/>
    <w:rsid w:val="00E235EC"/>
    <w:rsid w:val="00E2409D"/>
    <w:rsid w:val="00E24BCD"/>
    <w:rsid w:val="00E254A7"/>
    <w:rsid w:val="00E25E54"/>
    <w:rsid w:val="00E26048"/>
    <w:rsid w:val="00E30500"/>
    <w:rsid w:val="00E324EA"/>
    <w:rsid w:val="00E328ED"/>
    <w:rsid w:val="00E34E25"/>
    <w:rsid w:val="00E42323"/>
    <w:rsid w:val="00E42FDA"/>
    <w:rsid w:val="00E440E0"/>
    <w:rsid w:val="00E44752"/>
    <w:rsid w:val="00E44784"/>
    <w:rsid w:val="00E46D07"/>
    <w:rsid w:val="00E47D55"/>
    <w:rsid w:val="00E52448"/>
    <w:rsid w:val="00E5350D"/>
    <w:rsid w:val="00E540E6"/>
    <w:rsid w:val="00E55929"/>
    <w:rsid w:val="00E55953"/>
    <w:rsid w:val="00E5664A"/>
    <w:rsid w:val="00E56D1E"/>
    <w:rsid w:val="00E56D45"/>
    <w:rsid w:val="00E57AFA"/>
    <w:rsid w:val="00E612F2"/>
    <w:rsid w:val="00E6476E"/>
    <w:rsid w:val="00E6649B"/>
    <w:rsid w:val="00E7356B"/>
    <w:rsid w:val="00E7439D"/>
    <w:rsid w:val="00E744F2"/>
    <w:rsid w:val="00E75FD5"/>
    <w:rsid w:val="00E81099"/>
    <w:rsid w:val="00E83938"/>
    <w:rsid w:val="00E86C7D"/>
    <w:rsid w:val="00E87F05"/>
    <w:rsid w:val="00E91437"/>
    <w:rsid w:val="00E9418D"/>
    <w:rsid w:val="00E941A8"/>
    <w:rsid w:val="00E97B0E"/>
    <w:rsid w:val="00EA5E3A"/>
    <w:rsid w:val="00EA699C"/>
    <w:rsid w:val="00EB1AB9"/>
    <w:rsid w:val="00EB355F"/>
    <w:rsid w:val="00EB3A2D"/>
    <w:rsid w:val="00EB3C7E"/>
    <w:rsid w:val="00EB4E2F"/>
    <w:rsid w:val="00EB7756"/>
    <w:rsid w:val="00EC042B"/>
    <w:rsid w:val="00EC0792"/>
    <w:rsid w:val="00EC1FE1"/>
    <w:rsid w:val="00EC534A"/>
    <w:rsid w:val="00EC654F"/>
    <w:rsid w:val="00EC67EB"/>
    <w:rsid w:val="00EC6EE9"/>
    <w:rsid w:val="00EC6F96"/>
    <w:rsid w:val="00EC7063"/>
    <w:rsid w:val="00ED3219"/>
    <w:rsid w:val="00ED672E"/>
    <w:rsid w:val="00ED737B"/>
    <w:rsid w:val="00EE38CA"/>
    <w:rsid w:val="00EE4B97"/>
    <w:rsid w:val="00EE6143"/>
    <w:rsid w:val="00EE6E43"/>
    <w:rsid w:val="00EF1F47"/>
    <w:rsid w:val="00EF3AAC"/>
    <w:rsid w:val="00EF746D"/>
    <w:rsid w:val="00EF7B45"/>
    <w:rsid w:val="00F02184"/>
    <w:rsid w:val="00F052F2"/>
    <w:rsid w:val="00F13B02"/>
    <w:rsid w:val="00F24012"/>
    <w:rsid w:val="00F26B39"/>
    <w:rsid w:val="00F27755"/>
    <w:rsid w:val="00F32AA8"/>
    <w:rsid w:val="00F344AE"/>
    <w:rsid w:val="00F37906"/>
    <w:rsid w:val="00F379ED"/>
    <w:rsid w:val="00F37DF2"/>
    <w:rsid w:val="00F42939"/>
    <w:rsid w:val="00F4304A"/>
    <w:rsid w:val="00F4408D"/>
    <w:rsid w:val="00F46DDA"/>
    <w:rsid w:val="00F4760F"/>
    <w:rsid w:val="00F477F6"/>
    <w:rsid w:val="00F5319D"/>
    <w:rsid w:val="00F53967"/>
    <w:rsid w:val="00F53FC4"/>
    <w:rsid w:val="00F555D6"/>
    <w:rsid w:val="00F55C8A"/>
    <w:rsid w:val="00F5628B"/>
    <w:rsid w:val="00F56412"/>
    <w:rsid w:val="00F5677C"/>
    <w:rsid w:val="00F57C73"/>
    <w:rsid w:val="00F602C2"/>
    <w:rsid w:val="00F6112A"/>
    <w:rsid w:val="00F6218A"/>
    <w:rsid w:val="00F62577"/>
    <w:rsid w:val="00F63125"/>
    <w:rsid w:val="00F67BBE"/>
    <w:rsid w:val="00F712ED"/>
    <w:rsid w:val="00F716FB"/>
    <w:rsid w:val="00F72915"/>
    <w:rsid w:val="00F75057"/>
    <w:rsid w:val="00F83112"/>
    <w:rsid w:val="00F857C9"/>
    <w:rsid w:val="00F86A32"/>
    <w:rsid w:val="00F91720"/>
    <w:rsid w:val="00F9204E"/>
    <w:rsid w:val="00F94173"/>
    <w:rsid w:val="00FA4C63"/>
    <w:rsid w:val="00FA5688"/>
    <w:rsid w:val="00FB0676"/>
    <w:rsid w:val="00FB1304"/>
    <w:rsid w:val="00FB225F"/>
    <w:rsid w:val="00FB318F"/>
    <w:rsid w:val="00FB6FA2"/>
    <w:rsid w:val="00FC6263"/>
    <w:rsid w:val="00FC696C"/>
    <w:rsid w:val="00FD0D93"/>
    <w:rsid w:val="00FD16E2"/>
    <w:rsid w:val="00FD2959"/>
    <w:rsid w:val="00FD3101"/>
    <w:rsid w:val="00FD3D4B"/>
    <w:rsid w:val="00FE28AD"/>
    <w:rsid w:val="00FF19F2"/>
    <w:rsid w:val="00FF46E0"/>
    <w:rsid w:val="00FF6740"/>
    <w:rsid w:val="06F7198C"/>
    <w:rsid w:val="6C1634E9"/>
    <w:rsid w:val="7A92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weight="3pt" color="none [3041]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link w:val="16"/>
    <w:semiHidden/>
    <w:qFormat/>
    <w:uiPriority w:val="0"/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Date"/>
    <w:basedOn w:val="1"/>
    <w:next w:val="1"/>
    <w:qFormat/>
    <w:uiPriority w:val="0"/>
    <w:pPr>
      <w:ind w:left="100" w:leftChars="2500"/>
    </w:p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 First Indent 2"/>
    <w:basedOn w:val="6"/>
    <w:qFormat/>
    <w:uiPriority w:val="0"/>
    <w:pPr>
      <w:ind w:firstLine="420" w:firstLineChars="200"/>
    </w:pPr>
  </w:style>
  <w:style w:type="paragraph" w:styleId="13">
    <w:name w:val="header"/>
    <w:basedOn w:val="1"/>
    <w:link w:val="3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 Char Char Char Char Char Char Char"/>
    <w:basedOn w:val="1"/>
    <w:link w:val="15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17">
    <w:name w:val="Strong"/>
    <w:basedOn w:val="15"/>
    <w:qFormat/>
    <w:uiPriority w:val="0"/>
    <w:rPr>
      <w:b/>
      <w:bCs/>
    </w:rPr>
  </w:style>
  <w:style w:type="character" w:styleId="18">
    <w:name w:val="page number"/>
    <w:basedOn w:val="15"/>
    <w:qFormat/>
    <w:uiPriority w:val="0"/>
  </w:style>
  <w:style w:type="character" w:styleId="19">
    <w:name w:val="Hyperlink"/>
    <w:basedOn w:val="15"/>
    <w:qFormat/>
    <w:uiPriority w:val="0"/>
    <w:rPr>
      <w:color w:val="0000FF"/>
      <w:u w:val="single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样式3{858D7CFB-ED40-4347-BF05-701D383B685F}"/>
    <w:link w:val="23"/>
    <w:qFormat/>
    <w:uiPriority w:val="0"/>
    <w:rPr>
      <w:rFonts w:eastAsia="宋体"/>
      <w:lang w:bidi="ar-SA"/>
    </w:rPr>
  </w:style>
  <w:style w:type="paragraph" w:customStyle="1" w:styleId="23">
    <w:name w:val="样式3"/>
    <w:basedOn w:val="24"/>
    <w:link w:val="22"/>
    <w:qFormat/>
    <w:uiPriority w:val="0"/>
    <w:pPr>
      <w:jc w:val="left"/>
    </w:pPr>
    <w:rPr>
      <w:rFonts w:eastAsia="宋体"/>
      <w:sz w:val="20"/>
    </w:rPr>
  </w:style>
  <w:style w:type="paragraph" w:customStyle="1" w:styleId="24">
    <w:name w:val="样式2"/>
    <w:basedOn w:val="1"/>
    <w:next w:val="12"/>
    <w:link w:val="27"/>
    <w:qFormat/>
    <w:uiPriority w:val="0"/>
    <w:pPr>
      <w:jc w:val="center"/>
    </w:pPr>
    <w:rPr>
      <w:rFonts w:eastAsia="黑体"/>
      <w:kern w:val="0"/>
      <w:sz w:val="30"/>
      <w:szCs w:val="20"/>
    </w:rPr>
  </w:style>
  <w:style w:type="character" w:customStyle="1" w:styleId="25">
    <w:name w:val="样式1{858D7CFB-ED40-4347-BF05-701D383B685F}"/>
    <w:link w:val="26"/>
    <w:qFormat/>
    <w:uiPriority w:val="0"/>
    <w:rPr>
      <w:b/>
      <w:sz w:val="36"/>
      <w:lang w:bidi="ar-SA"/>
    </w:rPr>
  </w:style>
  <w:style w:type="paragraph" w:customStyle="1" w:styleId="26">
    <w:name w:val="样式1"/>
    <w:basedOn w:val="1"/>
    <w:link w:val="25"/>
    <w:qFormat/>
    <w:uiPriority w:val="0"/>
    <w:pPr>
      <w:jc w:val="center"/>
    </w:pPr>
    <w:rPr>
      <w:b/>
      <w:kern w:val="0"/>
      <w:sz w:val="36"/>
      <w:szCs w:val="20"/>
    </w:rPr>
  </w:style>
  <w:style w:type="character" w:customStyle="1" w:styleId="27">
    <w:name w:val="样式2 Char"/>
    <w:link w:val="24"/>
    <w:qFormat/>
    <w:uiPriority w:val="0"/>
    <w:rPr>
      <w:rFonts w:eastAsia="黑体"/>
      <w:sz w:val="30"/>
      <w:lang w:bidi="ar-SA"/>
    </w:rPr>
  </w:style>
  <w:style w:type="paragraph" w:customStyle="1" w:styleId="28">
    <w:name w:val="Char1 Char Char Char"/>
    <w:basedOn w:val="1"/>
    <w:qFormat/>
    <w:uiPriority w:val="0"/>
    <w:rPr>
      <w:szCs w:val="20"/>
    </w:rPr>
  </w:style>
  <w:style w:type="character" w:customStyle="1" w:styleId="29">
    <w:name w:val="style04_11"/>
    <w:basedOn w:val="15"/>
    <w:qFormat/>
    <w:uiPriority w:val="0"/>
    <w:rPr>
      <w:b/>
      <w:bCs/>
      <w:sz w:val="24"/>
      <w:szCs w:val="24"/>
      <w:u w:val="none"/>
    </w:rPr>
  </w:style>
  <w:style w:type="character" w:customStyle="1" w:styleId="30">
    <w:name w:val="browa1"/>
    <w:basedOn w:val="15"/>
    <w:qFormat/>
    <w:uiPriority w:val="0"/>
    <w:rPr>
      <w:color w:val="000000"/>
      <w:sz w:val="21"/>
      <w:szCs w:val="21"/>
    </w:rPr>
  </w:style>
  <w:style w:type="paragraph" w:customStyle="1" w:styleId="31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kern w:val="0"/>
      <w:sz w:val="44"/>
      <w:szCs w:val="20"/>
    </w:rPr>
  </w:style>
  <w:style w:type="character" w:customStyle="1" w:styleId="32">
    <w:name w:val="页眉 Char"/>
    <w:basedOn w:val="15"/>
    <w:link w:val="13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33">
    <w:name w:val="Char"/>
    <w:basedOn w:val="1"/>
    <w:uiPriority w:val="0"/>
    <w:pPr>
      <w:numPr>
        <w:ilvl w:val="0"/>
        <w:numId w:val="1"/>
      </w:numPr>
      <w:tabs>
        <w:tab w:val="left" w:pos="1350"/>
      </w:tabs>
    </w:pPr>
    <w:rPr>
      <w:szCs w:val="20"/>
    </w:rPr>
  </w:style>
  <w:style w:type="paragraph" w:customStyle="1" w:styleId="34">
    <w:name w:val="p0"/>
    <w:basedOn w:val="1"/>
    <w:qFormat/>
    <w:uiPriority w:val="0"/>
    <w:pPr>
      <w:widowControl/>
      <w:spacing w:before="100" w:beforeAutospacing="1" w:after="100" w:afterAutospacing="1" w:line="8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6">
    <w:name w:val="自定义正文"/>
    <w:basedOn w:val="1"/>
    <w:link w:val="41"/>
    <w:uiPriority w:val="0"/>
    <w:pPr>
      <w:spacing w:line="360" w:lineRule="auto"/>
      <w:ind w:firstLine="200" w:firstLineChars="200"/>
    </w:pPr>
    <w:rPr>
      <w:rFonts w:eastAsia="仿宋_GB2312"/>
      <w:sz w:val="32"/>
      <w:szCs w:val="32"/>
    </w:rPr>
  </w:style>
  <w:style w:type="paragraph" w:customStyle="1" w:styleId="37">
    <w:name w:val="自定义标题3"/>
    <w:basedOn w:val="4"/>
    <w:next w:val="36"/>
    <w:qFormat/>
    <w:uiPriority w:val="0"/>
    <w:pPr>
      <w:keepNext w:val="0"/>
      <w:keepLines w:val="0"/>
      <w:spacing w:line="415" w:lineRule="auto"/>
      <w:ind w:firstLine="200" w:firstLineChars="200"/>
    </w:pPr>
  </w:style>
  <w:style w:type="paragraph" w:customStyle="1" w:styleId="38">
    <w:name w:val="自定义标题4"/>
    <w:basedOn w:val="1"/>
    <w:next w:val="36"/>
    <w:link w:val="40"/>
    <w:qFormat/>
    <w:uiPriority w:val="0"/>
    <w:pPr>
      <w:spacing w:line="360" w:lineRule="auto"/>
      <w:ind w:firstLine="200" w:firstLineChars="200"/>
      <w:outlineLvl w:val="3"/>
    </w:pPr>
    <w:rPr>
      <w:rFonts w:ascii="仿宋_GB2312" w:hAnsi="宋体" w:eastAsia="仿宋_GB2312"/>
      <w:b/>
      <w:bCs/>
      <w:sz w:val="32"/>
      <w:szCs w:val="32"/>
    </w:rPr>
  </w:style>
  <w:style w:type="paragraph" w:customStyle="1" w:styleId="39">
    <w:name w:val="自定义标题5"/>
    <w:basedOn w:val="36"/>
    <w:next w:val="36"/>
    <w:link w:val="42"/>
    <w:qFormat/>
    <w:uiPriority w:val="0"/>
    <w:pPr>
      <w:outlineLvl w:val="4"/>
    </w:pPr>
    <w:rPr>
      <w:rFonts w:ascii="华文行楷" w:hAnsi="宋体" w:eastAsia="华文行楷"/>
      <w:bCs/>
    </w:rPr>
  </w:style>
  <w:style w:type="character" w:customStyle="1" w:styleId="40">
    <w:name w:val="自定义标题4 Char"/>
    <w:basedOn w:val="15"/>
    <w:link w:val="38"/>
    <w:qFormat/>
    <w:uiPriority w:val="0"/>
    <w:rPr>
      <w:rFonts w:ascii="仿宋_GB2312" w:hAnsi="宋体" w:eastAsia="仿宋_GB2312"/>
      <w:b/>
      <w:bCs/>
      <w:kern w:val="2"/>
      <w:sz w:val="32"/>
      <w:szCs w:val="32"/>
      <w:lang w:val="en-US" w:eastAsia="zh-CN" w:bidi="ar-SA"/>
    </w:rPr>
  </w:style>
  <w:style w:type="character" w:customStyle="1" w:styleId="41">
    <w:name w:val="自定义正文 Char"/>
    <w:basedOn w:val="15"/>
    <w:link w:val="36"/>
    <w:qFormat/>
    <w:uiPriority w:val="0"/>
    <w:rPr>
      <w:rFonts w:eastAsia="仿宋_GB2312"/>
      <w:kern w:val="2"/>
      <w:sz w:val="32"/>
      <w:szCs w:val="32"/>
      <w:lang w:val="en-US" w:eastAsia="zh-CN" w:bidi="ar-SA"/>
    </w:rPr>
  </w:style>
  <w:style w:type="character" w:customStyle="1" w:styleId="42">
    <w:name w:val="自定义标题5 Char"/>
    <w:basedOn w:val="41"/>
    <w:link w:val="39"/>
    <w:qFormat/>
    <w:uiPriority w:val="0"/>
    <w:rPr>
      <w:rFonts w:ascii="华文行楷" w:hAnsi="宋体" w:eastAsia="华文行楷"/>
      <w:bCs/>
    </w:rPr>
  </w:style>
  <w:style w:type="paragraph" w:customStyle="1" w:styleId="43">
    <w:name w:val="自定义标题2"/>
    <w:basedOn w:val="3"/>
    <w:next w:val="36"/>
    <w:uiPriority w:val="0"/>
    <w:pPr>
      <w:keepNext w:val="0"/>
      <w:keepLines w:val="0"/>
      <w:spacing w:line="415" w:lineRule="auto"/>
      <w:ind w:firstLine="200" w:firstLineChars="200"/>
    </w:pPr>
    <w:rPr>
      <w:b w:val="0"/>
      <w:sz w:val="36"/>
      <w:szCs w:val="36"/>
    </w:rPr>
  </w:style>
  <w:style w:type="character" w:customStyle="1" w:styleId="44">
    <w:name w:val="apple-converted-space"/>
    <w:qFormat/>
    <w:uiPriority w:val="0"/>
  </w:style>
  <w:style w:type="character" w:customStyle="1" w:styleId="45">
    <w:name w:val="标题 1 Char"/>
    <w:basedOn w:val="15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16</Pages>
  <Words>867</Words>
  <Characters>4942</Characters>
  <Lines>41</Lines>
  <Paragraphs>11</Paragraphs>
  <TotalTime>1</TotalTime>
  <ScaleCrop>false</ScaleCrop>
  <LinksUpToDate>false</LinksUpToDate>
  <CharactersWithSpaces>5798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2018-03-16T02:09:00Z</dcterms:created>
  <dc:creator>雨林木风</dc:creator>
  <cp:lastModifiedBy>Administrator</cp:lastModifiedBy>
  <cp:lastPrinted>2016-09-10T04:06:00Z</cp:lastPrinted>
  <dcterms:modified xsi:type="dcterms:W3CDTF">2018-06-06T03:10:09Z</dcterms:modified>
  <dc:title>2011年度《政府工作报告》工作任务责任分工一览表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